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C638F" w14:textId="77777777" w:rsidR="007500E5" w:rsidRPr="007500E5" w:rsidRDefault="007500E5" w:rsidP="007500E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500E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SARS-CoV-2/human/USA/FL-CDC-STM-5RSPRY8H3/2022, complete genome</w:t>
      </w:r>
    </w:p>
    <w:p w14:paraId="379441F0" w14:textId="77777777" w:rsidR="007500E5" w:rsidRPr="007500E5" w:rsidRDefault="007500E5" w:rsidP="007500E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t>GenBank: OM464776.1</w:t>
      </w:r>
    </w:p>
    <w:p w14:paraId="4DB2579F" w14:textId="77777777" w:rsidR="007500E5" w:rsidRPr="007500E5" w:rsidRDefault="007500E5" w:rsidP="007500E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"https://www.ncbi.nlm.nih.gov/nuccore/OM464776.1?report=fasta" </w:instrText>
      </w: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500E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"https://www.ncbi.nlm.nih.gov/nuccore/OM464776.1?report=graph" </w:instrText>
      </w: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500E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64776.1"/>
    <w:bookmarkEnd w:id="1"/>
    <w:p w14:paraId="4DD85AE2" w14:textId="77777777" w:rsidR="007500E5" w:rsidRPr="007500E5" w:rsidRDefault="007500E5" w:rsidP="007500E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"https://www.ncbi.nlm.nih.gov/nuccore/OM464776.1" \l "goto2186354080_0" </w:instrText>
      </w: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500E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500E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0236E1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LOCUS       OM464776               29864 bp    RNA     linear   VRL 01-FEB-2022</w:t>
      </w:r>
    </w:p>
    <w:p w14:paraId="6A422D1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7C9681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SARS-CoV-2/human/USA/FL-CDC-STM-5RSPRY8H3/2022, complete genome.</w:t>
      </w:r>
    </w:p>
    <w:p w14:paraId="54AADED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ACCESSION   OM464776</w:t>
      </w:r>
    </w:p>
    <w:p w14:paraId="3A33EFE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VERSION     OM464776.1</w:t>
      </w:r>
    </w:p>
    <w:p w14:paraId="7587CFF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42A03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"https://www.ncbi.nlm.nih.gov/biosample/SAMN25526188"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SAMN25526188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08EAC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22449F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537131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CE49C1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94521D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C309FE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074515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29864)</w:t>
      </w:r>
    </w:p>
    <w:p w14:paraId="3961556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615AEA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8D90D0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69D5F51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5028B05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4013DB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EAA507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29864)</w:t>
      </w:r>
    </w:p>
    <w:p w14:paraId="66DE49D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8C377C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D6C96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33F8A88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565A9C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82FA26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(01-FEB-2022) Respiratory Viruses Branch, Division of</w:t>
      </w:r>
    </w:p>
    <w:p w14:paraId="2676BC4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421249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6849A6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64776.1"/>
      <w:bookmarkEnd w:id="2"/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82539F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klados-fastagenerator-2.8.2</w:t>
      </w:r>
    </w:p>
    <w:p w14:paraId="272C8D3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73327FC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35DA8D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64776.1"/>
      <w:bookmarkEnd w:id="3"/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B24654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1..29864</w:t>
      </w:r>
    </w:p>
    <w:p w14:paraId="6E4E2EC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8658E5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B1277C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E8A9EE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/isolate="SARS-CoV-2/human/USA/FL-CDC-STM-5RSPRY8H3/2022"</w:t>
      </w:r>
    </w:p>
    <w:p w14:paraId="76FFF7C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54D1C65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EB3D0C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5E1B5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6C4BD4C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/collection_date="2022-01-16"</w:t>
      </w:r>
    </w:p>
    <w:p w14:paraId="342E15D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"https://www.ncbi.nlm.nih.gov/nuccore/OM464776.1?from=264&amp;to=21541"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264..21541</w:t>
      </w:r>
    </w:p>
    <w:p w14:paraId="6709444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E44B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"https://www.ncbi.nlm.nih.gov/nuccore/OM464776.1?location=264:13454,13454:21541"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join(264..13454,13454..21541)</w:t>
      </w:r>
    </w:p>
    <w:p w14:paraId="11EE2AC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EB93B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08DDC2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425D9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60E2D6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"https://www.ncbi.nlm.nih.gov/protein/2186354081"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UJZ48981.1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F06D6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A30AD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BE30FD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0E3F7C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4A6A35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7D4B35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5F10B1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B4430B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20D22D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CFF37F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613346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9CF4C2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0A97F7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18B9F0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461464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2D2177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0DB0BD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E63231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C46AC6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E5002D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E88F64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75BC56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66B1A7B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87BC50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F42D4E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1EE1AE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TLNDLNETLVTMPLGYVTHGLNLEGAARYMRSLKVPATVSVSSPDAVTAYNGYLTSSS</w:t>
      </w:r>
    </w:p>
    <w:p w14:paraId="3689DA5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18B1D9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0FA203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6B29DF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63119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CA6367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F84CCB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4AFA0D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0BA2FD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CA663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CBFD8F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6F28B2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1D10A1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B7E0E8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DFFD43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A7C276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8007ED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60E276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80AE15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4741D5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596CF8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5A3381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1ACAFD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E295F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79FC37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719FEB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B4EDBC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B52147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6E81BD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18084D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A75B48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09B794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787A72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A2361C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A6AC47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D00EE4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7C16E0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2A7261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716DEE1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153D41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7FCCB1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8078BB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488CAD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ED9A91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F399AA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FEF89D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3887A7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5CDF96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9E5884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5AB18D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FE4B75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45B3AB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AE910D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A38F4E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619380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087887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A8BE76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437F7B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225DC0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177B2A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80D283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BCC189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FD7966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CB1761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F0CECB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DE1C21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8E0644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3746CF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484D96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796366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8B2581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CEA9DE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FB7C90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8A8214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510A34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A551E3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E74A64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C1CCA0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77EC07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4AA53E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6560662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E3BE5B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AE7BD5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757D77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FF121A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0A408F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FF7A4C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A79F62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3E44FE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8D9BA1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3C3E8A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DC13DA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966706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9F3FA1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FCEEF6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0C2CCC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C360AD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04B98B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"https://www.ncbi.nlm.nih.gov/protein/UJZ48981.1?from=1&amp;to=180"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0F2DF1C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A0541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1C64A5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"https://www.ncbi.nlm.nih.gov/protein/UJZ48981.1?from=181&amp;to=818"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3F2006E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B50D4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CB3C5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"https://www.ncbi.nlm.nih.gov/protein/UJZ48981.1?from=819&amp;to=2762"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75D62CB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7D7BC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D01AC4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"https://www.ncbi.nlm.nih.gov/protein/UJZ48981.1?from=2763&amp;to=3262"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5439E6D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5AC7C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1AE5A0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"https://www.ncbi.nlm.nih.gov/protein/UJZ48981.1?from=3263&amp;to=3568"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28BFD43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3D4BD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493A61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"https://www.ncbi.nlm.nih.gov/protein/UJZ48981.1?from=3569&amp;to=3855"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0F5692A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45A8A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664C6A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"https://www.ncbi.nlm.nih.gov/protein/UJZ48981.1?from=3856&amp;to=3938"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3326757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7482C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1C93F5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"https://www.ncbi.nlm.nih.gov/protein/UJZ48981.1?from=3939&amp;to=4136"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608FD7E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5A96F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35DE6E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"https://www.ncbi.nlm.nih.gov/protein/UJZ48981.1?from=4137&amp;to=4249"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74702B1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3134D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0C429B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"https://www.ncbi.nlm.nih.gov/protein/UJZ48981.1?from=4250&amp;to=4388"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5080372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CFBFE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A03109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"https://www.ncbi.nlm.nih.gov/protein/UJZ48981.1?from=4389&amp;to=5320"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join(13428..13454,13454..16222)</w:t>
      </w:r>
    </w:p>
    <w:p w14:paraId="62A01F6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E0EB2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6AA67B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"https://www.ncbi.nlm.nih.gov/protein/UJZ48981.1?from=5321&amp;to=5921"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16223..18025</w:t>
      </w:r>
    </w:p>
    <w:p w14:paraId="625915C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A4F4F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9559B3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"https://www.ncbi.nlm.nih.gov/protein/UJZ48981.1?from=5922&amp;to=6448"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18026..19606</w:t>
      </w:r>
    </w:p>
    <w:p w14:paraId="14315D4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D38E9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312C42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"https://www.ncbi.nlm.nih.gov/protein/UJZ48981.1?from=6449&amp;to=6794"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19607..20644</w:t>
      </w:r>
    </w:p>
    <w:p w14:paraId="01FBB89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E5BAC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83B0BB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"https://www.ncbi.nlm.nih.gov/protein/UJZ48981.1?from=6795&amp;to=7092"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20645..21538</w:t>
      </w:r>
    </w:p>
    <w:p w14:paraId="0C3CB90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941EA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D6810C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"https://www.ncbi.nlm.nih.gov/nuccore/OM464776.1?from=264&amp;to=13469"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264..13469</w:t>
      </w:r>
    </w:p>
    <w:p w14:paraId="3C59948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A3521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90F06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2648F0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"https://www.ncbi.nlm.nih.gov/protein/2186354082"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UJZ48982.1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CF6B3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51D46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44D898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DA2808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E29652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51A662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0CDD00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2B302B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87C4D0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3A4970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C42E77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DB5DC9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4DBDD6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1CA794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F9AD0E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14E599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5D0880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3BFEF33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EC494A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6880CE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C630CB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EECE2A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0BF6CB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ABB93A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91C7DA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50E5A6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TLNDLNETLVTMPLGYVTHGLNLEGAARYMRSLKVPATVSVSSPDAVTAYNGYLTSSS</w:t>
      </w:r>
    </w:p>
    <w:p w14:paraId="22AEBAF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447939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8F6A78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984E5E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A752AF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FECB6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8CD2D2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24A97C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2AE4A6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368E40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9FFAFA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101DFA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FEEB30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3581DA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676ED1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B720EC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1AEB5F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686FF3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3F90BC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4460A1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DFD052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EBC180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0F3142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599BF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0C17DF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A09624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50B8AC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6D766A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08A12A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BF9449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4C82A3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E0975D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BFBD4A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071B345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9B39D5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AA7BAC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FB4D8D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7EF1ED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B80336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040701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31A4B9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2D218F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114E8B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A31842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8A7E92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CA7F88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2F5FC7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1E3BF5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92F6EF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BC0491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AC148B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40F0E9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"https://www.ncbi.nlm.nih.gov/protein/UJZ48982.1?from=1&amp;to=180"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10AE76B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0E14F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748101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"https://www.ncbi.nlm.nih.gov/protein/UJZ48982.1?from=181&amp;to=818"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729D341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E34C7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1FA28D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"https://www.ncbi.nlm.nih.gov/protein/UJZ48982.1?from=819&amp;to=2762"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44FE446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93245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CE71B2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"https://www.ncbi.nlm.nih.gov/protein/UJZ48982.1?from=2763&amp;to=3262"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59090A9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E947B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271C63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"https://www.ncbi.nlm.nih.gov/protein/UJZ48982.1?from=3263&amp;to=3568"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11CD504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8D345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01CEBA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"https://www.ncbi.nlm.nih.gov/protein/UJZ48982.1?from=3569&amp;to=3855"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108A4D6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C81E1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C364E1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"https://www.ncbi.nlm.nih.gov/protein/UJZ48982.1?from=3856&amp;to=3938"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3A5F838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4C4F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2449D5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"https://www.ncbi.nlm.nih.gov/protein/UJZ48982.1?from=3939&amp;to=4136"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2D55884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5A961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3F3CB8F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"https://www.ncbi.nlm.nih.gov/protein/UJZ48982.1?from=4137&amp;to=4249"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17908F9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E1154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8FA2FF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"https://www.ncbi.nlm.nih.gov/protein/UJZ48982.1?from=4250&amp;to=4388"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510E00A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3BC0D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C60C39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"https://www.ncbi.nlm.nih.gov/protein/UJZ48982.1?from=4389&amp;to=4401"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13428..13466</w:t>
      </w:r>
    </w:p>
    <w:p w14:paraId="773CD53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CBA85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70709D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"https://www.ncbi.nlm.nih.gov/nuccore/OM464776.1?from=13462&amp;to=13489"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13462..13489</w:t>
      </w:r>
    </w:p>
    <w:p w14:paraId="141097E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9F5D5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BCDB5B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DC0194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"https://www.ncbi.nlm.nih.gov/nuccore/OM464776.1?from=13474&amp;to=13528"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13474..13528</w:t>
      </w:r>
    </w:p>
    <w:p w14:paraId="7D96615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20B7B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B33FBF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455CD1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"https://www.ncbi.nlm.nih.gov/nuccore/OM464776.1?from=21549&amp;to=25361"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21549..25361</w:t>
      </w:r>
    </w:p>
    <w:p w14:paraId="7AAA5C3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4A1DC1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"https://www.ncbi.nlm.nih.gov/nuccore/OM464776.1?from=21549&amp;to=25361"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21549..25361</w:t>
      </w:r>
    </w:p>
    <w:p w14:paraId="00862ED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6C07E2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B5261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D82357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"https://www.ncbi.nlm.nih.gov/protein/2186354083"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UJZ48983.1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48ECA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3AC340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054336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944C7D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EB4542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70C855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663AD5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FDEVFNATRFASVYAWNRKRISNCVADYSVLYNLAPFSTFKCYGVSPTKLNDLCFTNV</w:t>
      </w:r>
    </w:p>
    <w:p w14:paraId="38FE144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65C1B8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698743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1B0277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DE7023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24D70F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FF3A44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0F1E4A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ADE931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7BED0A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E582A1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57541C8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0D8701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A52046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77F53D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ABFF49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117E38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"https://www.ncbi.nlm.nih.gov/nuccore/OM464776.1?from=25370&amp;to=26197"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25370..26197</w:t>
      </w:r>
    </w:p>
    <w:p w14:paraId="4C80B09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03AF6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"https://www.ncbi.nlm.nih.gov/nuccore/OM464776.1?from=25370&amp;to=26197"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25370..26197</w:t>
      </w:r>
    </w:p>
    <w:p w14:paraId="286CE9B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5500A5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AAB8D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281D59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"https://www.ncbi.nlm.nih.gov/protein/2186354084"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UJZ48984.1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EADDC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24A639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ADCA62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6DDFD6E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F442B7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545570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"https://www.ncbi.nlm.nih.gov/nuccore/OM464776.1?from=26222&amp;to=26449"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26222..26449</w:t>
      </w:r>
    </w:p>
    <w:p w14:paraId="402810E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C1DC06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"https://www.ncbi.nlm.nih.gov/nuccore/OM464776.1?from=26222&amp;to=26449"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26222..26449</w:t>
      </w:r>
    </w:p>
    <w:p w14:paraId="7C6A9EE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160122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A598E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4E84A0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"https://www.ncbi.nlm.nih.gov/protein/2186354085"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UJZ48985.1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6D0D0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89932C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83F1FD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"https://www.ncbi.nlm.nih.gov/nuccore/OM464776.1?from=26500&amp;to=27168"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26500..27168</w:t>
      </w:r>
    </w:p>
    <w:p w14:paraId="08B46EF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D12C67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"https://www.ncbi.nlm.nih.gov/nuccore/OM464776.1?from=26500&amp;to=27168"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26500..27168</w:t>
      </w:r>
    </w:p>
    <w:p w14:paraId="2455767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DAD760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961ED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429395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"https://www.ncbi.nlm.nih.gov/protein/2186354086"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UJZ48986.1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89199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2A7B10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63F97C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0AEDAF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F13845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AC79C3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"https://www.ncbi.nlm.nih.gov/nuccore/OM464776.1?from=27179&amp;to=27364"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27179..27364</w:t>
      </w:r>
    </w:p>
    <w:p w14:paraId="56C1022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57CB57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"https://www.ncbi.nlm.nih.gov/nuccore/OM464776.1?from=27179&amp;to=27364"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27179..27364</w:t>
      </w:r>
    </w:p>
    <w:p w14:paraId="5C495BA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054E314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C5EE5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B55BFF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"https://www.ncbi.nlm.nih.gov/protein/2186354087"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UJZ48987.1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B18B2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D34CBF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D815FF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"https://www.ncbi.nlm.nih.gov/nuccore/OM464776.1?from=27371&amp;to=27736"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27371..27736</w:t>
      </w:r>
    </w:p>
    <w:p w14:paraId="074AE77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F9F63B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"https://www.ncbi.nlm.nih.gov/nuccore/OM464776.1?from=27371&amp;to=27736"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27371..27736</w:t>
      </w:r>
    </w:p>
    <w:p w14:paraId="00C0BA3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B3E6C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A95F9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8C546F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"https://www.ncbi.nlm.nih.gov/protein/2186354088"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UJZ48988.1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40A8D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29AB0B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379A66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CF0D1E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"https://www.ncbi.nlm.nih.gov/nuccore/OM464776.1?from=27733&amp;to=27864"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27733..27864</w:t>
      </w:r>
    </w:p>
    <w:p w14:paraId="7DB1254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F085B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"https://www.ncbi.nlm.nih.gov/nuccore/OM464776.1?from=27733&amp;to=27864"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27733..27864</w:t>
      </w:r>
    </w:p>
    <w:p w14:paraId="194589E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BC7478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0F776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765A70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"https://www.ncbi.nlm.nih.gov/protein/2186354089"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UJZ48989.1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C693B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A1E705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"https://www.ncbi.nlm.nih.gov/nuccore/OM464776.1?from=27871&amp;to=28236"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27871..28236</w:t>
      </w:r>
    </w:p>
    <w:p w14:paraId="0CC943D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03BDDA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"https://www.ncbi.nlm.nih.gov/nuccore/OM464776.1?from=27871&amp;to=28236"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27871..28236</w:t>
      </w:r>
    </w:p>
    <w:p w14:paraId="33B32E0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BF8AA2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A3EF6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523676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"https://www.ncbi.nlm.nih.gov/protein/2186354090"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UJZ48990.1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41D9D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B4EF2A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EBF0F6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2BF11F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"https://www.ncbi.nlm.nih.gov/nuccore/OM464776.1?from=28251&amp;to=29501"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28251..29501</w:t>
      </w:r>
    </w:p>
    <w:p w14:paraId="47216DB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7A499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"https://www.ncbi.nlm.nih.gov/nuccore/OM464776.1?from=28251&amp;to=29501"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28251..29501</w:t>
      </w:r>
    </w:p>
    <w:p w14:paraId="3666E0D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3CCFCB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07B31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46DBB6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"https://www.ncbi.nlm.nih.gov/protein/2186354091"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UJZ48991.1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BABCD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6EBC2A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4D9730C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C36E71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14BF19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97FE2F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A3388B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6610533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B54EEB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"https://www.ncbi.nlm.nih.gov/nuccore/OM464776.1?from=29526&amp;to=29642"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29526..29642</w:t>
      </w:r>
    </w:p>
    <w:p w14:paraId="2456FA3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C9BCA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"https://www.ncbi.nlm.nih.gov/nuccore/OM464776.1?from=29526&amp;to=29642"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29526..29642</w:t>
      </w:r>
    </w:p>
    <w:p w14:paraId="51569CF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CFC0B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1FF26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FA465A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"https://www.ncbi.nlm.nih.gov/protein/2186354092"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UJZ48992.1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DC22E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83438C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"https://www.ncbi.nlm.nih.gov/nuccore/OM464776.1?from=29577&amp;to=29612"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29577..29612</w:t>
      </w:r>
    </w:p>
    <w:p w14:paraId="26733F5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51435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E91E75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"https://www.ncbi.nlm.nih.gov/nuccore/OM464776.1?from=29597&amp;to=29625"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29597..29625</w:t>
      </w:r>
    </w:p>
    <w:p w14:paraId="3E64DEA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EBF112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300CBA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"https://www.ncbi.nlm.nih.gov/nuccore/OM464776.1?from=29696&amp;to=29736" </w:instrTex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500E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29696..29736</w:t>
      </w:r>
    </w:p>
    <w:p w14:paraId="10915CA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39D034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992CD7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64776.1"/>
      <w:bookmarkEnd w:id="4"/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taaaggttta taccttccca ggtaacaaac caaccaactt tcgatctctt gtagatctgt</w:t>
      </w:r>
    </w:p>
    <w:p w14:paraId="7FE1744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tctctaaacg aactttaaaa tctgtgtggc tgtcactcgg ctgcatgctt agtgcactca</w:t>
      </w:r>
    </w:p>
    <w:p w14:paraId="073668B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cgcagtataa ttaataacta attactgtcg ttgacaggac acgagtaact cgtctatctt</w:t>
      </w:r>
    </w:p>
    <w:p w14:paraId="4D5AF7E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ctgcaggctg cttacggttt cgtccgtgtt gcagccgatc atcagcacat ctaggttttg</w:t>
      </w:r>
    </w:p>
    <w:p w14:paraId="35E4920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tccgggtgtg accgaaaggt aagatggaga gccttgtccc tggtttcaac gagaaaacac</w:t>
      </w:r>
    </w:p>
    <w:p w14:paraId="1CC3438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acgtccaact cagtttgcct gttttacagg ttcgcgacgt gctcgtacgt ggctttggag</w:t>
      </w:r>
    </w:p>
    <w:p w14:paraId="0A0361B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actccgtgga ggaggtctta tcagaggcac gtcaacatct taaagatggc acttgtggct</w:t>
      </w:r>
    </w:p>
    <w:p w14:paraId="3EC8C67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tagtagaagt tgaaaaaggc gttttgcctc aacttgaaca gccctatgtg ttcatcaaac</w:t>
      </w:r>
    </w:p>
    <w:p w14:paraId="37723E9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gttcggatgc tcgaactgca cctcatggtc atgttatggt tgagctggta gcagaactcg</w:t>
      </w:r>
    </w:p>
    <w:p w14:paraId="34D7D04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aaggcattca gtacggtcgt agtggtgaga cacttggtgt ccttgtccct catgtgggcg</w:t>
      </w:r>
    </w:p>
    <w:p w14:paraId="565E91E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aaataccagt ggcttaccgc aaggttcttc ttcgtaagaa cggtaataaa ggagctggtg</w:t>
      </w:r>
    </w:p>
    <w:p w14:paraId="050F4D4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gccatagtta cggcgccgat ctaaagtcat ttgacttagg cgacgagctt ggcactgatc</w:t>
      </w:r>
    </w:p>
    <w:p w14:paraId="3713EC1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cttatgaaga ttttcaagaa aactggaaca ctaaacatag cagtggtgtt acccgtgaac</w:t>
      </w:r>
    </w:p>
    <w:p w14:paraId="125505A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tcatgcgtga gcttaacgga ggggcataca ctcgctatgt cgataacaac ttctgtggcc</w:t>
      </w:r>
    </w:p>
    <w:p w14:paraId="62C67C3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ctgatggcta ccctcttgag tgcattaaag accttctagc acgtgctggt aaagcttcat</w:t>
      </w:r>
    </w:p>
    <w:p w14:paraId="7398D5D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gcactttgtc cgaacaactg gactttattg acactaagag gggtgtatac tgctgccgtg</w:t>
      </w:r>
    </w:p>
    <w:p w14:paraId="4950CDA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aacatgagca tgaaattgct tggtacacgg aacgttctga aaagagctat gaattgcaga</w:t>
      </w:r>
    </w:p>
    <w:p w14:paraId="3BEF831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caccttttga aattaaattg gcaaagaaat ttgacacctt caatggggaa tgtccaaatt</w:t>
      </w:r>
    </w:p>
    <w:p w14:paraId="6E86203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ttgtatttcc cttaaattcc ataatcaaga ctattcaacc aagggttgaa aagaaaaagc</w:t>
      </w:r>
    </w:p>
    <w:p w14:paraId="2A8EC3A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ttgatggctt tatgggtaga attcgatctg tctatccagt tgcgtcacca aatgaatgca</w:t>
      </w:r>
    </w:p>
    <w:p w14:paraId="41F4F09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accaaatgtg cctttcaact ctcatgaagt gtgatcattg tggtgaaact tcatggcaga</w:t>
      </w:r>
    </w:p>
    <w:p w14:paraId="6CBF255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cgggcgattt tgttaaagcc acttgcgaat tttgtggcac tgagaatttg actaaagaag</w:t>
      </w:r>
    </w:p>
    <w:p w14:paraId="7C08CCA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gtgccactac ttgtggttac ttaccccaaa atgctgttgt taaaatttat tgtccagcat</w:t>
      </w:r>
    </w:p>
    <w:p w14:paraId="789F1BB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gtcacaattc agaagtagga cctgagcata gtcttgccga ataccataat gaatctggct</w:t>
      </w:r>
    </w:p>
    <w:p w14:paraId="0AF75CF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tgaaaaccat tcttcgtaag ggtggtcgca ctattgcctt tggaggctgt gtgttctctt</w:t>
      </w:r>
    </w:p>
    <w:p w14:paraId="4EB5C0E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atgttggttg ccataacaag tgtgcctatt gggttccacg tgctagcgct aacataggtt</w:t>
      </w:r>
    </w:p>
    <w:p w14:paraId="2DB6239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gtaaccatac aggtgttgtt ggagaaggtt ccgaaggtct taatgacaac cttcttgaaa</w:t>
      </w:r>
    </w:p>
    <w:p w14:paraId="3F80A1F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tactccaaaa agagaaagtc aacatcaata ttgttggtga ctttaaactt aatgaagaga</w:t>
      </w:r>
    </w:p>
    <w:p w14:paraId="44D1499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tcgccattat tttggcatct ttttctgctt ccacaagtgc ttttgtggaa actgtgaaag</w:t>
      </w:r>
    </w:p>
    <w:p w14:paraId="2C019BD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gtttggatta taaagcattc aaacaaattg ttgaatcctg tggtaatttt aaagttacaa</w:t>
      </w:r>
    </w:p>
    <w:p w14:paraId="54C493D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aaggaaaagc taaaaaaggt gcctggaata ttggtgaaca gaaatcaata ctgagtcctc</w:t>
      </w:r>
    </w:p>
    <w:p w14:paraId="1467BDC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tttatgcatt tgcatcagag gctgctcgtg ttgtacgatc aattttctcc cgcactcttg</w:t>
      </w:r>
    </w:p>
    <w:p w14:paraId="6AE830A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aaactgctca aaattctgtg cgtgttttac agaaggccgc tataacaata ctagatggaa</w:t>
      </w:r>
    </w:p>
    <w:p w14:paraId="689EEA0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tttcacagta ttcactgaga ctcattgatg ctatgatgtt cacatctgat ttggctacta</w:t>
      </w:r>
    </w:p>
    <w:p w14:paraId="33840DE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acaatctagt tgtaatggcc tacattacag gtggtgttgt tcagttgact tcgcagtggc</w:t>
      </w:r>
    </w:p>
    <w:p w14:paraId="6C15C26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taactaacat ctttggcact gtttatgaaa aactcaaacc cgtccttgat tggcttgaag</w:t>
      </w:r>
    </w:p>
    <w:p w14:paraId="19CF32A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agaagtttaa ggaaggtgta gagtttctta gagacggttg ggaaattgtt aaatttatct</w:t>
      </w:r>
    </w:p>
    <w:p w14:paraId="3CD6C65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caacctgtgc ttgtgaaatt gtcggtggac aaattgtcac ctgtgcaaag gaaattaagg</w:t>
      </w:r>
    </w:p>
    <w:p w14:paraId="1683249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agagtgttca gacattcttt aagcttgtaa ataaattttt ggctttgtgt gctgactcta</w:t>
      </w:r>
    </w:p>
    <w:p w14:paraId="401F5E7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tcattattgg tggagctaaa cttaaagcct tgaatttagg tgaaacattt gtcacgcact</w:t>
      </w:r>
    </w:p>
    <w:p w14:paraId="0E76E7A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caaagggatt gtacagaaag tgtgttaaat ccagagaaga aactggccta ctcatgcctc</w:t>
      </w:r>
    </w:p>
    <w:p w14:paraId="02A09F0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taaaagcccc aaaagaaatt atcttcttag agggagaaac acttcccaca gaagtgttaa</w:t>
      </w:r>
    </w:p>
    <w:p w14:paraId="6702527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cagaggaagt tgtcttgaaa actggtgatt tacaaccatt agaacaacct actagtgaag</w:t>
      </w:r>
    </w:p>
    <w:p w14:paraId="5F23A26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ctgttgaagc tccattggtt ggtacaccag tttgtattaa cgggcttatg ttgctcgaaa</w:t>
      </w:r>
    </w:p>
    <w:p w14:paraId="75198F0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tcaaagacac agaaaagtac tgtgcccttg cacctaatat gatggtaaca aacaatacct</w:t>
      </w:r>
    </w:p>
    <w:p w14:paraId="7091AC7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tcacactcaa aggcggtgca ccaacaaagg ttacttttgg tgatgacact gtgatagaag</w:t>
      </w:r>
    </w:p>
    <w:p w14:paraId="1F91C9F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tgcaaggtta caagagtgtg aatatcactt ttgaacttga tgaaaggatt gataaagtac</w:t>
      </w:r>
    </w:p>
    <w:p w14:paraId="36FDCAE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ttaatgagag gtgctctgcc tatacagttg aactcggtac agaagtaaat gagttcgcct</w:t>
      </w:r>
    </w:p>
    <w:p w14:paraId="415D759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gtgttgtggc agatgctgtc ataaaaactt tgcaaccagt atctgaatta cttacaccac</w:t>
      </w:r>
    </w:p>
    <w:p w14:paraId="3974860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tgggcattga tttagatgag tggagtatgg ctacatacta cttatttgat gagtctggtg</w:t>
      </w:r>
    </w:p>
    <w:p w14:paraId="4647B86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agtttaaatt ggcttcacat atgtattgtt ctttttaccc tccagatgag gatgaagaag</w:t>
      </w:r>
    </w:p>
    <w:p w14:paraId="48792D4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aaggtgattg tgaagaagaa gagtttgagc catcaactca atatgagtat ggtactgaag</w:t>
      </w:r>
    </w:p>
    <w:p w14:paraId="6BCB57B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atgattacca aggtaaacct ttggaatttg gtgccacttc tgctgctctt caacctgaag</w:t>
      </w:r>
    </w:p>
    <w:p w14:paraId="72F197B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aagagcaaga agaagattgg ttagatgatg atagtcaaca aactgttggt caacaagacg</w:t>
      </w:r>
    </w:p>
    <w:p w14:paraId="39555DC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gcagtgagga caatcagaca actactattc aaacaattgt tgaggttcaa cctcaattag</w:t>
      </w:r>
    </w:p>
    <w:p w14:paraId="1AFAAA1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agatggaact tacaccagtt gttcagacta ttgaagtgaa tagttttagt ggttatttaa</w:t>
      </w:r>
    </w:p>
    <w:p w14:paraId="1D5B898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aacttactga caatgtatac attaaaaatg cagacattgt ggaagaagct aaaaaggtaa</w:t>
      </w:r>
    </w:p>
    <w:p w14:paraId="5BB6AAD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aaccaacagt ggttgttaat gcagccaatg tttaccttaa acatggagga ggtgttgcag</w:t>
      </w:r>
    </w:p>
    <w:p w14:paraId="09C60FC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gagccttaaa taaggctact aacaatgcca tgcaagttga atctgatgat tacatagcta</w:t>
      </w:r>
    </w:p>
    <w:p w14:paraId="0E57BB7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ctaatggacc acttaaagtg ggtggtagtt gtgttttaag cggacacaat cttgctaaac</w:t>
      </w:r>
    </w:p>
    <w:p w14:paraId="56C0190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actgtcttca tgttgtcggc ccaaatgtta acaaaggtga agacattcaa cttcttaaga</w:t>
      </w:r>
    </w:p>
    <w:p w14:paraId="228CF5F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gtgcttatga aaattttaat cagcacgaag ttctacttgc accattatta tcagctggta</w:t>
      </w:r>
    </w:p>
    <w:p w14:paraId="14C5B99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tttttggtgc tgaccctata cattctttaa gagtttgtgt agatactgtt cgcacaaatg</w:t>
      </w:r>
    </w:p>
    <w:p w14:paraId="006D7EB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tctacttagc tgtctttgat aaaaatctct atgacaaact tgtttcaagc tttttggaaa</w:t>
      </w:r>
    </w:p>
    <w:p w14:paraId="03A225E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tgaagagtga aaagcaagtt gaacaaaaga tcgctgagat tcctaaagag gaagttaagc</w:t>
      </w:r>
    </w:p>
    <w:p w14:paraId="7E95652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catttataac tgaaagtaaa ccttcagttg aacagagaaa acaagatgat aagaaaatca</w:t>
      </w:r>
    </w:p>
    <w:p w14:paraId="4455E0F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aagcttgtgt tgaagaagtt acaacaactc tggaagaaac taagttcctc acagaaaact</w:t>
      </w:r>
    </w:p>
    <w:p w14:paraId="2DA437E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tgttacttta tattgacatt aatggcaatc ttcatccaga ttctgccact cttgttagtg</w:t>
      </w:r>
    </w:p>
    <w:p w14:paraId="1000658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acattgacat cactttctta aagaaagatg ctccatatat agtgggtgat gttgttcaag</w:t>
      </w:r>
    </w:p>
    <w:p w14:paraId="7A443ED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agggtgtttt aactgctgtg gttataccta ctaaaaaggc tggtggcact actgaaatgc</w:t>
      </w:r>
    </w:p>
    <w:p w14:paraId="272AB00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tagcgaaagc tttgagaaaa gtgccaacag acaattatat aaccacttac ccgggtcagg</w:t>
      </w:r>
    </w:p>
    <w:p w14:paraId="2BB060D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gtttaaatgg ttacactgta gaggaggcaa agacagtgct taaaaagtgt aaaagtgcct</w:t>
      </w:r>
    </w:p>
    <w:p w14:paraId="2880504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tttacattct accatctatt atctctaatg agaagcaaga aattcttgga actgtttctt</w:t>
      </w:r>
    </w:p>
    <w:p w14:paraId="5D949FC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ggaatttgcg agaaatgctt gcacatgcag aagaaacacg caaattaatg cctgtctgtg</w:t>
      </w:r>
    </w:p>
    <w:p w14:paraId="29C1F23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tggaaactaa agccatagtt tcaactatac agcgtaaata taagggtatt aaaatacaag</w:t>
      </w:r>
    </w:p>
    <w:p w14:paraId="1076749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agggtgtggt tgattatggt gctagatttt acttttacac cagtaaaaca actgtagcgt</w:t>
      </w:r>
    </w:p>
    <w:p w14:paraId="2B6460D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cacttatcaa cacacttaac gatctaaatg aaactcttgt tacaatgcca cttggctatg</w:t>
      </w:r>
    </w:p>
    <w:p w14:paraId="44E3B54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taacacatgg cttaaatttg gaaggagctg ctcggtatat gagatctctc aaagtgccag</w:t>
      </w:r>
    </w:p>
    <w:p w14:paraId="6EAD4B5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ctacagtttc tgtttcttca cctgatgctg ttacagcgta taatggttat cttacttctt</w:t>
      </w:r>
    </w:p>
    <w:p w14:paraId="0930227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cttctaaaac acctgaagaa cattttattg aaaccatctc acttgctggt tcctataaag</w:t>
      </w:r>
    </w:p>
    <w:p w14:paraId="16A6412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attggtccta ttctggacaa tctacacaac taggtataga atttcttaag agaggtgata</w:t>
      </w:r>
    </w:p>
    <w:p w14:paraId="031EA24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aaagtgtata ttacactagt aatcctacca cattccacct agatggtgaa gttatcacct</w:t>
      </w:r>
    </w:p>
    <w:p w14:paraId="494361B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ttgacaatct taagacactt ctttctttga gagaagtgag gactattaag gtgtttacaa</w:t>
      </w:r>
    </w:p>
    <w:p w14:paraId="39089BF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cagtagacaa cattaacctc cacacgcaag ttgtggacat gtcaatgaca tatggacaac</w:t>
      </w:r>
    </w:p>
    <w:p w14:paraId="1A547EE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agtttggtcc aacttatttg gatggagctg atgttactaa aataaaacct cataattcac</w:t>
      </w:r>
    </w:p>
    <w:p w14:paraId="3695C09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atgaaggtaa aacattttat gttttaccta atgatgacac tctacgtgtt gaggcttttg</w:t>
      </w:r>
    </w:p>
    <w:p w14:paraId="2A09EB5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agtactacca cacaactgat cctagttttc tgggtaggta catgtcagca ttaaatcaca</w:t>
      </w:r>
    </w:p>
    <w:p w14:paraId="5996794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ctaaaaagtg gaaataccca caagttaatg gtttaacttc tattaaatgg gcagataaca</w:t>
      </w:r>
    </w:p>
    <w:p w14:paraId="7CB8026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actgttatct tgccactgca ttgttaacac tccaacaaat agagttgaag tttaatccac</w:t>
      </w:r>
    </w:p>
    <w:p w14:paraId="3A41AA5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ctgctctaca agatgcttat tacagagcaa gggctggtga agcggctaac ttttgtgcac</w:t>
      </w:r>
    </w:p>
    <w:p w14:paraId="0430EC5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ttatcttagc ctactgtaat aagacagtag gtgagttagg tgatgttaga gaaacaatga</w:t>
      </w:r>
    </w:p>
    <w:p w14:paraId="63E71DB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gttacttgtt tcaacatgcc aatttagatt cttgcaaaag agtcttgaac gtggtgtgta</w:t>
      </w:r>
    </w:p>
    <w:p w14:paraId="346CE9F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aaacttgtgg acaacagcag acaaccctta agggtgtaga agctgttatg tacatgggca</w:t>
      </w:r>
    </w:p>
    <w:p w14:paraId="5157E6A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cactttctta tgaacaattt aagaaaggtg ttcagatacc ttgtacgtgt ggtaaacaag</w:t>
      </w:r>
    </w:p>
    <w:p w14:paraId="343819D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ctacaaaata tctagtacaa caggagtcac cttttgttat gatgtcagca ccacctgctc</w:t>
      </w:r>
    </w:p>
    <w:p w14:paraId="6744150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agtatgaact taagcatggt acatttactt gtgctagtga gtacactggt aattaccagt</w:t>
      </w:r>
    </w:p>
    <w:p w14:paraId="39E7E27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gtggtcacta taaacatata acttctaaag aaactttgta ttgcatagac ggtgctttac</w:t>
      </w:r>
    </w:p>
    <w:p w14:paraId="0FE8EF0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ttacaaagtc ctcagaatac aaaggtccta ttacggatgt tttctacaaa gaaaacagtt</w:t>
      </w:r>
    </w:p>
    <w:p w14:paraId="76262DD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acacaacaac cataaaacca gttacttata aattggatgg tgttgtttgt acagaaattg</w:t>
      </w:r>
    </w:p>
    <w:p w14:paraId="31BA671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accctaagtt ggacaattat tataagaaag acaattctta tttcacagag caaccaattg</w:t>
      </w:r>
    </w:p>
    <w:p w14:paraId="5711446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atcttgtacc aaaccaacca tatccaaacg caagcttcga taattttaag tttgtatgtg</w:t>
      </w:r>
    </w:p>
    <w:p w14:paraId="4C7A10F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ataatatcaa atttgctgat gatttaaacc agttaactgg ttataagaaa cctgcttcaa</w:t>
      </w:r>
    </w:p>
    <w:p w14:paraId="01E99CA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gagagcttaa agttacattt ttccctgact taaatggtga tgtggtggct attgattata</w:t>
      </w:r>
    </w:p>
    <w:p w14:paraId="7A2AE8E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aacactacac accctctttt aagaaaggag ctaaattgtt acataaacct attgtttggc</w:t>
      </w:r>
    </w:p>
    <w:p w14:paraId="5B37233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atgttaacaa tgcaactaat aaagccacgt ataaaccaaa tacctggtgt atacgttgtc</w:t>
      </w:r>
    </w:p>
    <w:p w14:paraId="6D4EF8A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tttggagcac aaaaccagtt gaaacatcaa attcgtttga tgtactgaag tcagaggacg</w:t>
      </w:r>
    </w:p>
    <w:p w14:paraId="09A517C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cgcagggaat ggataatctt gcctgcgaag atctaaaacc agtctctgaa gaagtagtgg</w:t>
      </w:r>
    </w:p>
    <w:p w14:paraId="1D8EC8C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aaaatcctac catacagaaa gacgttcttg agtgtaatgt gaaaactacc gaagttgtag</w:t>
      </w:r>
    </w:p>
    <w:p w14:paraId="09B826D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gagacattat acttaaacca gcaaataata taaaaattac agaagaggtt ggccacacag</w:t>
      </w:r>
    </w:p>
    <w:p w14:paraId="78B7160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atctaatggc tgcttatgta gacaattcta gtcttactat taagaaacct aatgaattat</w:t>
      </w:r>
    </w:p>
    <w:p w14:paraId="22D57B3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ctagagtatt aggtttgaaa acccttgcta ctcatggttt agctgctgtt aatagtgtcc</w:t>
      </w:r>
    </w:p>
    <w:p w14:paraId="72E4B0F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cttgggatac tatagctaat tatgctaagc cttttcttaa caaagttgtt agtacaacta</w:t>
      </w:r>
    </w:p>
    <w:p w14:paraId="4A64DDB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ctaacatagt tacacggtgt ttaaaccgtg tttgtactaa ttatatgcct tatttcttta</w:t>
      </w:r>
    </w:p>
    <w:p w14:paraId="1A9AE9D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ctttattgct acaattgtgt acttttacta gaagtacaaa ttctagaatt aaagcatcta</w:t>
      </w:r>
    </w:p>
    <w:p w14:paraId="4409723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tgccgactac tatagcaaag aatactgtta agagtgtcgg taaattttgt ctagaggctt</w:t>
      </w:r>
    </w:p>
    <w:p w14:paraId="39704A2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catttaatta tttgaagtca cctaattttt ctaaactgat aaatattata atttggtttt</w:t>
      </w:r>
    </w:p>
    <w:p w14:paraId="23DA8D2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tactattaag tgtttgccta ggttctttaa tctactcaac cgctgcttta ggtgttttaa</w:t>
      </w:r>
    </w:p>
    <w:p w14:paraId="1265946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tgtctaattt aggcatgcct tcttactgta ctggttacag agaaggctat ttgaactcta</w:t>
      </w:r>
    </w:p>
    <w:p w14:paraId="5DFA92E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ctaatgtcac tattgcaacc tactgtactg gttctatacc ttgtagtgtt tgtcttagtg</w:t>
      </w:r>
    </w:p>
    <w:p w14:paraId="70E261D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gtttagattc tttagacacc tatccttctt tagaaactat acaaattacc atttcatctt</w:t>
      </w:r>
    </w:p>
    <w:p w14:paraId="37D0383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ttaaatggga tttaactgct tttggcttag ttgcagagtg gtttttggca tatattcttt</w:t>
      </w:r>
    </w:p>
    <w:p w14:paraId="4A0A72C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tcactaggtt tttctatgta cttggattgg ctgcaatcat gcaattgttt ttcagctatt</w:t>
      </w:r>
    </w:p>
    <w:p w14:paraId="0DE1DE0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ttgcagtaca ttttattagt aattcttggc ttatgtggtt aataattaat cttgtacaaa</w:t>
      </w:r>
    </w:p>
    <w:p w14:paraId="2D0EE8E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tggccccgat ttcagctatg gttagaatgt acatcttctt tgcatcattt tattatgtat</w:t>
      </w:r>
    </w:p>
    <w:p w14:paraId="3009377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ggaaaagtta tgtgcatgtt gtagacggtt gtaattcatc aacttgtatg atgtgttaca</w:t>
      </w:r>
    </w:p>
    <w:p w14:paraId="6CA1926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aacgtaatag agcaacaaga gtcgaatgta caactattgt taatggtgtt agaaggtcct</w:t>
      </w:r>
    </w:p>
    <w:p w14:paraId="0D79EF1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tttatgtcta tgctaatgga ggtaaaggct tttgcaaact acacaattgg aattgtgtta</w:t>
      </w:r>
    </w:p>
    <w:p w14:paraId="19D5A9B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attgtgatac attctgtgct ggtagtacat ttattagtga tgaagttgcg agagacttgt</w:t>
      </w:r>
    </w:p>
    <w:p w14:paraId="34DC5D9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cactacagtt taaaagacca ataaatccta ctgaccagtc ttcttacatc gttgatagtg</w:t>
      </w:r>
    </w:p>
    <w:p w14:paraId="0500609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ttacagtgaa gaatggttcc atccatcttt actttgataa agctggtcaa aagacttatg</w:t>
      </w:r>
    </w:p>
    <w:p w14:paraId="7A85A9A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aaagacattc tctctctcat tttgttaact tagacaacct gagagctaat aacactaaag</w:t>
      </w:r>
    </w:p>
    <w:p w14:paraId="74C9C1E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gttcattgcc tattaatgtt atagtttttg atggtaaatc aaaatgtgaa gaatcatctg</w:t>
      </w:r>
    </w:p>
    <w:p w14:paraId="7B21C11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caaaatcagc gtctgtttac tacagtcagc ttatgtgtca acctatactg ttactagatc</w:t>
      </w:r>
    </w:p>
    <w:p w14:paraId="58F8A1E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aggcattagt gtctgatgtt ggtgatagtg cggaagttgc agttaaaatg tttgatgctt</w:t>
      </w:r>
    </w:p>
    <w:p w14:paraId="55674CE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acgttaatac gttttcatca acttttaacg taccaatgga aaaactcaaa acactagttg</w:t>
      </w:r>
    </w:p>
    <w:p w14:paraId="76FEA9D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caactgcaga agctgaactt gcaaagaatg tgtccttaga caatgtctta tctactttta</w:t>
      </w:r>
    </w:p>
    <w:p w14:paraId="22C6681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tttcagcagc tcggcaaggg tttgttgatt cagatgtaga aactaaagat gttgttgaat</w:t>
      </w:r>
    </w:p>
    <w:p w14:paraId="3094CD4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gtcttaaatt gtcacatcaa tctgacatag aagttactgg cgatagttgt aataactata</w:t>
      </w:r>
    </w:p>
    <w:p w14:paraId="5793946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tgctcaccta taacaaagtt gaaaacatga caccccgtga ccttggtgct tgtattgact</w:t>
      </w:r>
    </w:p>
    <w:p w14:paraId="53B1001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gtagtgcgcg tcatattaat gcgcaggtag caaaaagtca caacattact ttgatatgga</w:t>
      </w:r>
    </w:p>
    <w:p w14:paraId="485C856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acgttaaaga tttcatgtca ttgtctgaac aactacgaaa acaaatacgt agtgctgcta</w:t>
      </w:r>
    </w:p>
    <w:p w14:paraId="2076E2F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aaaagaataa cttacctttt aagttgacat gtgcaactac tagacaagtt gttaatgttg</w:t>
      </w:r>
    </w:p>
    <w:p w14:paraId="0BECEA3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taacaacaaa gatagcactt aagggtggta aaattgttaa taattggttg aagcagttaa</w:t>
      </w:r>
    </w:p>
    <w:p w14:paraId="1AE19EA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ttaaagttac acttgtgttc ctttttgttg ctgctatttt ctatttaata acacctgttc</w:t>
      </w:r>
    </w:p>
    <w:p w14:paraId="5C8FB39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atgtcatgtc taaacatact gacttttcaa gtgaaatcat aggatacaag gctattgatg</w:t>
      </w:r>
    </w:p>
    <w:p w14:paraId="0FE8D88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gtggtgtcac tcgtgacata gcatctacag atacttgttt tgctaacaaa catgctgatt</w:t>
      </w:r>
    </w:p>
    <w:p w14:paraId="72C6BF5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ttgacacatg gtttagccag cgtggtggta gttatactaa tgacaaagct tgcccattga</w:t>
      </w:r>
    </w:p>
    <w:p w14:paraId="4DA7CE8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ttgctgcagt cataacaaga gaagtgggtt ttgtcgtgcc tggtttgcct ggcacgatat</w:t>
      </w:r>
    </w:p>
    <w:p w14:paraId="39AA6A4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tacgcacaac taatggtgac tttttgcatt tcttacctag agtttttagt gcagttggta</w:t>
      </w:r>
    </w:p>
    <w:p w14:paraId="59BD0FB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acatctgtta cacaccatca aaacttatag agtacactga ctttgcaaca tcagcttgtg</w:t>
      </w:r>
    </w:p>
    <w:p w14:paraId="451005F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ttttggctgc tgaatgtaca atttttaaag atgcttctgg taagccagta ccatattgtt</w:t>
      </w:r>
    </w:p>
    <w:p w14:paraId="12C0C61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atgataccaa tgtactagaa ggttctgttg cttatgaaag tttacgccct gacacacgtt</w:t>
      </w:r>
    </w:p>
    <w:p w14:paraId="087B5A0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atgtgctcat ggatggctct attattcaat ttcctaacac ctaccttgaa ggttctgtta</w:t>
      </w:r>
    </w:p>
    <w:p w14:paraId="7F38E4C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gagtggtaac aacttttgat tctgagtact gtaggcacgg cacttgtgaa agatcagaag</w:t>
      </w:r>
    </w:p>
    <w:p w14:paraId="44AD8F4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ctggtgtttg tgtatctact agtggtagat gggtacttaa caatgattat tacagatctt</w:t>
      </w:r>
    </w:p>
    <w:p w14:paraId="515E0FF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taccaggagt tttctgtggt gtagatgctg taaatttact tactaatatg tttacaccac</w:t>
      </w:r>
    </w:p>
    <w:p w14:paraId="2097AF5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taattcaacc tattggtgct ttggacatat cagcatctat agtagctggt ggtattgtag</w:t>
      </w:r>
    </w:p>
    <w:p w14:paraId="762EFF1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ctatcgtagt aacatgcctt gcctactatt ttatgaggtt tagaagagct tttggtgaat</w:t>
      </w:r>
    </w:p>
    <w:p w14:paraId="03FDD93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acagtcatgt agttgccttt aatactttac tattccttat gtcattcact gtactctgtt</w:t>
      </w:r>
    </w:p>
    <w:p w14:paraId="3C822F1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taacaccagt ttactcattc ttacctggtg tttattctgt tatttacttg tacttgacat</w:t>
      </w:r>
    </w:p>
    <w:p w14:paraId="6955CD6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tttatcttac taatgatgtt tcttttttag cacatattca gtggatggtt atgttcacac</w:t>
      </w:r>
    </w:p>
    <w:p w14:paraId="1BB6349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ctttagtacc tttctggata acaattgctt atatcatttg tatttccaca aagcatttct</w:t>
      </w:r>
    </w:p>
    <w:p w14:paraId="380CAA4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attggttctt tagtaattac ctaaagagac gtgtagtctt taatggtgtt tcctttagta</w:t>
      </w:r>
    </w:p>
    <w:p w14:paraId="58EE01D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cttttgaaga agctgcgctg tgcacctttt tgttaaataa agaaatgtat ctaaagttgc</w:t>
      </w:r>
    </w:p>
    <w:p w14:paraId="3DC9AC5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gtagtgatgt gctattacct cttacgcaat ataatagata cttagctctt tataataagt</w:t>
      </w:r>
    </w:p>
    <w:p w14:paraId="7CE441A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acaagtattt tagtggagca atggatacaa ctagctacag agaagctgct tgttgtcatc</w:t>
      </w:r>
    </w:p>
    <w:p w14:paraId="5BB8175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tcgcaaaggc tctcaatgac ttcagtaact caggttctga tgttctttac caaccaccac</w:t>
      </w:r>
    </w:p>
    <w:p w14:paraId="40640C6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aaatctctat cacctcagct gttttgcaga gtggttttag aaaaatggca ttcccatctg</w:t>
      </w:r>
    </w:p>
    <w:p w14:paraId="593C437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gtaaagttga gggttgtatg gtacaagtaa cttgtggtac aactacactc aacggtcttt</w:t>
      </w:r>
    </w:p>
    <w:p w14:paraId="77F56F6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ggcttgatga cgtagtttac tgtccaagac atgtgatctg cacctctgaa gacatgctta</w:t>
      </w:r>
    </w:p>
    <w:p w14:paraId="1DC03C6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accctaatta tgaagattta ctcattcgta agtctaatca taatttcttg gtacaggctg</w:t>
      </w:r>
    </w:p>
    <w:p w14:paraId="72D92D4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gtaatgttca actcagggtt attggacatt ctatgcaaaa ttgtgtactt aagcttaagg</w:t>
      </w:r>
    </w:p>
    <w:p w14:paraId="10AAE70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ttgatacagc caatcctaag acacctaagt ataagtttgt tcgcattcaa ccaggacaga</w:t>
      </w:r>
    </w:p>
    <w:p w14:paraId="076E5A5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ctttttcagt gttagcttgt tacaatggtt caccatctgg tgtttaccaa tgtgctatga</w:t>
      </w:r>
    </w:p>
    <w:p w14:paraId="2F8D01D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ggcacaattt cactattaag ggttcattcc ttaatggttc atgtggtagt gttggtttta</w:t>
      </w:r>
    </w:p>
    <w:p w14:paraId="4F8D6CF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acatagatta tgactgtgtc tctttttgtt acatgcacca tatggaatta ccaactggag</w:t>
      </w:r>
    </w:p>
    <w:p w14:paraId="7F99952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ttcatgctgg cacagactta gaaggtaact tttatggacc ttttgttgac aggcaaacag</w:t>
      </w:r>
    </w:p>
    <w:p w14:paraId="41FC8C3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cacaagcagc tggtacggac acaactatta cagttaatgt tttagcttgg ttgtacgctg</w:t>
      </w:r>
    </w:p>
    <w:p w14:paraId="109C85C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ctgttataaa tggagacagg tggtttctca atcgatttac cacaactctt aatgacttta</w:t>
      </w:r>
    </w:p>
    <w:p w14:paraId="5FC5150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accttgtggc tatgaagtac aattatgaac ctctaacaca agaccatgtt gacatactag</w:t>
      </w:r>
    </w:p>
    <w:p w14:paraId="26C4C9C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gacctctttc tgctcaaact ggaattgccg ttttagatat gtgtgcttca ttaaaagaat</w:t>
      </w:r>
    </w:p>
    <w:p w14:paraId="667D59B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tactgcaaaa tggtatgaat ggacgtacca tattgggtag tgctttatta gaagatgaat</w:t>
      </w:r>
    </w:p>
    <w:p w14:paraId="71E6ADF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ttacaccttt tgatgttgtt agacaatgct caggtgttac tttccaaagt gcagtgaaaa</w:t>
      </w:r>
    </w:p>
    <w:p w14:paraId="39AC042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gaacaatcaa gggtacacac cactggttgt tactcacaat tttgacttca cttttagttt</w:t>
      </w:r>
    </w:p>
    <w:p w14:paraId="1728A4C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tagtccagag tactcaatgg tctttgttct tttttttgta tgaaaatgcc tttttacctt</w:t>
      </w:r>
    </w:p>
    <w:p w14:paraId="0D46919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ttgctatggg tattattgct atgtctgctt ttgcaatgat gtttgtcaaa cataagcatg</w:t>
      </w:r>
    </w:p>
    <w:p w14:paraId="674BBD7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catttctctg tttgtttttg ttaccttctc ttgccactgt agcttatttt aatatggtct</w:t>
      </w:r>
    </w:p>
    <w:p w14:paraId="5FAFA0B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atatgcctgc tagttgggtg atgcgtatta tgacatggtt ggatatggtt gatactagtt</w:t>
      </w:r>
    </w:p>
    <w:p w14:paraId="6FB598A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ttaagctaaa agactgtgtt atgtatgcat cagctgtagt gttactaatc cttatgacag</w:t>
      </w:r>
    </w:p>
    <w:p w14:paraId="24AED28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caagaactgt gtatgatgat ggtgctagga gagtgtggac acttatgaat gtcttgacac</w:t>
      </w:r>
    </w:p>
    <w:p w14:paraId="61D063E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tcgtttataa agtttattat ggtaatgctt tagatcaagc catttccatg tgggctctta</w:t>
      </w:r>
    </w:p>
    <w:p w14:paraId="1296933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taatctctgt tacttctaac tactcaggtg tagttacaac tgtcatgttt ttggccagag</w:t>
      </w:r>
    </w:p>
    <w:p w14:paraId="359A016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gtgttgtttt tatgtgtgtt gagtattgcc ctattttctt cataactggt aatacacttc</w:t>
      </w:r>
    </w:p>
    <w:p w14:paraId="7034287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agtgtataat gctagtttat tgtttcttag gctatttttg tacttgttac tttggcctct</w:t>
      </w:r>
    </w:p>
    <w:p w14:paraId="1C00BCC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tttgtttact caaccgctac tttagactga ctcttggtgt ttatgattac ttagtttcta</w:t>
      </w:r>
    </w:p>
    <w:p w14:paraId="6357525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cacaggagtt tagatatatg aattcacagg gactactccc acccaagaat agcatagatg</w:t>
      </w:r>
    </w:p>
    <w:p w14:paraId="27FEE65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ccttcaaact caacattaaa ttgttgggtg ttggtggcaa accttgtatc aaagtagcca</w:t>
      </w:r>
    </w:p>
    <w:p w14:paraId="78D67DE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ctgtacagtc taaaatgtca gatgtaaagt gcacatcagt agtcttactc tcagttttgc</w:t>
      </w:r>
    </w:p>
    <w:p w14:paraId="57A9D86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aacaactcag agtagaatca tcatctaaat tgtgggctca atgtgtccag ttacacaatg</w:t>
      </w:r>
    </w:p>
    <w:p w14:paraId="29DF78B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acattctctt agctaaagat actactgaag cctttgaaaa aatggtttca ctactttctg</w:t>
      </w:r>
    </w:p>
    <w:p w14:paraId="7D274FD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ttttgctttc catgcagggt gctgtagaca taaacaagct ttgtgaagaa atgctggaca</w:t>
      </w:r>
    </w:p>
    <w:p w14:paraId="682E9D8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acagggcaac cttacaagct atagcctcag agtttagttc ccttccatca tatgcagctt</w:t>
      </w:r>
    </w:p>
    <w:p w14:paraId="5F5E4DA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ttgctactgc tcaagaagct tatgagcagg ctgttgctaa tggtgattct gaagttgttc</w:t>
      </w:r>
    </w:p>
    <w:p w14:paraId="3FD7264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ttaaaaagtt gaagaagtct ttgaatgtgg ctaaatctga atttgaccgt gatgcagcca</w:t>
      </w:r>
    </w:p>
    <w:p w14:paraId="3BE3C39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tgcaacgtaa gttggaaaag atggctgatc aagctatgac ccaaatgtat aaacaggcta</w:t>
      </w:r>
    </w:p>
    <w:p w14:paraId="2BD2426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gatctgagga caagagggca aaagttacta gtgctatgca gacaatgctt ttcactatgc</w:t>
      </w:r>
    </w:p>
    <w:p w14:paraId="3C495FA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ttagaaagtt ggataatgat gcactcaaca acattatcaa caatgcaaga gatggttgtg</w:t>
      </w:r>
    </w:p>
    <w:p w14:paraId="65E6558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ttcccttgaa cataatacct cttacaacag cagccaaact aatggttgtc ataccagact</w:t>
      </w:r>
    </w:p>
    <w:p w14:paraId="506C75D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ataacacata taaaaatacg tgtgatggta caacatttac ttatgcatca gcattgtggg</w:t>
      </w:r>
    </w:p>
    <w:p w14:paraId="6BF253E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aaatccaaca ggttgtagat gcagatagta aaattgttca acttagtgaa attagtatgg</w:t>
      </w:r>
    </w:p>
    <w:p w14:paraId="4A88F29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acaattcacc taatttagca tggcctctta ttgtaacagc tttaagggcc aattctgctg</w:t>
      </w:r>
    </w:p>
    <w:p w14:paraId="02CEB36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tcaaattaca gaataatgag cttagtcctg ttgcactacg acagatgtct tgtgctgccg</w:t>
      </w:r>
    </w:p>
    <w:p w14:paraId="4EC5C45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gtactacaca aactgcttgc actgatgaca atgcgttagc ttactacaac acaacaaagg</w:t>
      </w:r>
    </w:p>
    <w:p w14:paraId="14095D5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gaggtaggtt tgtacttgca ctgttatccg atttacagga tttgaaatgg gctagattcc</w:t>
      </w:r>
    </w:p>
    <w:p w14:paraId="464E1A5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ctaagagtga tggaactggt actatctata cagaactgga accaccttgt aggtttgtta</w:t>
      </w:r>
    </w:p>
    <w:p w14:paraId="3D551F4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cagacacacc taaaggtcct aaagtgaagt atttatactt tattaaagga ttaaacaacc</w:t>
      </w:r>
    </w:p>
    <w:p w14:paraId="059D859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taaatagagg tatggtactt ggtagtttag ctgccacagt acgtctacaa gctggtaatg</w:t>
      </w:r>
    </w:p>
    <w:p w14:paraId="071ABE7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caacagaagt gcctgccaat tcaactgtat tatctttctg tgcttttgct gtagatgctg</w:t>
      </w:r>
    </w:p>
    <w:p w14:paraId="2808743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ctaaagctta caaagattat ctagctagtg ggggacaacc aatcactaat tgtgttaaga</w:t>
      </w:r>
    </w:p>
    <w:p w14:paraId="675FAEF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tgttgtgtac acacactggt actggtcagg caataacagt cacaccggaa gccaatatgg</w:t>
      </w:r>
    </w:p>
    <w:p w14:paraId="5CC8D23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atcaagaatc ctttggtggt gcatcgtgtt gtctgtactg ccgttgccac atagatcatc</w:t>
      </w:r>
    </w:p>
    <w:p w14:paraId="1F3450B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caaatcctaa aggattttgt gacttaaaag gtaagtatgt acaaatacct acaacttgtg</w:t>
      </w:r>
    </w:p>
    <w:p w14:paraId="3508FE5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ctaatgaccc tgtgggtttt acacttaaaa acacagtctg taccgtctgc ggtatgtgga</w:t>
      </w:r>
    </w:p>
    <w:p w14:paraId="3512B14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aaggttatgg ctgtagttgt gatcaactcc gcgaacccat gcttcagtca gctgatgcac</w:t>
      </w:r>
    </w:p>
    <w:p w14:paraId="2928419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aatcgttttt aaacgggttt gcggtgtaag tgcagcccgt cttacaccgt gcggcacagg</w:t>
      </w:r>
    </w:p>
    <w:p w14:paraId="086A2D2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cactagtact gatgtcgtat acagggcttt tgacatctac aatgataaag tagctggttt</w:t>
      </w:r>
    </w:p>
    <w:p w14:paraId="6C531A7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tgctaaattc ctaaaaacta attgttgtcg cttccaagaa aaggacgaag atgacaattt</w:t>
      </w:r>
    </w:p>
    <w:p w14:paraId="4B2A42C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aattgattct tactttgtag ttaagagaca cactttctct aactaccaac atgaagaaac</w:t>
      </w:r>
    </w:p>
    <w:p w14:paraId="2F4FE0E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aatttataat ttacttaagg attgtccagc tgttgctaaa catgacttct ttaagtttag</w:t>
      </w:r>
    </w:p>
    <w:p w14:paraId="26748C6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aatagacggt gacatggtac cacatatatc acgtcaacgt cttactaaat acacaatggc</w:t>
      </w:r>
    </w:p>
    <w:p w14:paraId="603B675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agacctcgtc tatgctttaa ggcattttga tgaaggtaat tgtgacacat taaaagaaat</w:t>
      </w:r>
    </w:p>
    <w:p w14:paraId="61F8749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acttgtcaca tacaattgtt gtgatgatga ttatttcaat aaaaaggact ggtatgattt</w:t>
      </w:r>
    </w:p>
    <w:p w14:paraId="139D5B4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tgtagaaaac ccagatatat tacgcgtata cgccaactta ggtgaacgtg tacgccaagc</w:t>
      </w:r>
    </w:p>
    <w:p w14:paraId="16C2D8B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tttgttaaaa acagtacaat tctgtgatgc catgcgaaat gctggtattg ttggtgtact</w:t>
      </w:r>
    </w:p>
    <w:p w14:paraId="4C014B0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gacattagat aatcaagatc tcaatggtaa ctggtatgat ttcggtgatt tcatacaaac</w:t>
      </w:r>
    </w:p>
    <w:p w14:paraId="68A86E9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cacgccaggt agtggagttc ctgttgtaga ttcttattat tcattgttaa tgcctatatt</w:t>
      </w:r>
    </w:p>
    <w:p w14:paraId="20A753E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aaccttgacc agggctttaa ctgcagagtc acatgttgac actgacttaa caaagcctta</w:t>
      </w:r>
    </w:p>
    <w:p w14:paraId="4E4B5FF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cattaagtgg gatttgttaa aatatgactt cacggaagag aggttaaaac tctttgaccg</w:t>
      </w:r>
    </w:p>
    <w:p w14:paraId="3CAE9C9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ttattttaaa tattgggatc agacatacca cccaaattgt gttaactgtt tggatgacag</w:t>
      </w:r>
    </w:p>
    <w:p w14:paraId="11BB313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atgcattctg cattgtgcaa actttaatgt tttattctct acagtgttcc cacttacaag</w:t>
      </w:r>
    </w:p>
    <w:p w14:paraId="555BE05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ttttggacca ctagtgagaa aaatatttgt tgatggtgtt ccatttgtag tttcaactgg</w:t>
      </w:r>
    </w:p>
    <w:p w14:paraId="40B9A5B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ataccacttc agagagctag gtgttgtaca taatcaggat gtaaacttac atagctctag</w:t>
      </w:r>
    </w:p>
    <w:p w14:paraId="2D176E5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acttagtttt aaggaattac ttgtgtatgc tgctgaccct gctatgcacg ctgcttctgg</w:t>
      </w:r>
    </w:p>
    <w:p w14:paraId="76EFF78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taatctatta ctagataaac gcactacgtg cttttcagta gctgcactta ctaacaatgt</w:t>
      </w:r>
    </w:p>
    <w:p w14:paraId="6EF8220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tgcttttcaa actgtcaaac ccggtaattt taacaaagac ttctatgact ttgctgtgtc</w:t>
      </w:r>
    </w:p>
    <w:p w14:paraId="403D551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taagggtttc tttaaggaag gaagttctgt tgaattaaaa cacttcttct ttgctcagga</w:t>
      </w:r>
    </w:p>
    <w:p w14:paraId="0BF6D76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tggtaatgct gctatcagcg attatgacta ctatcgttat aatctaccaa caatgtgtga</w:t>
      </w:r>
    </w:p>
    <w:p w14:paraId="17B3830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tatcagacaa ctactatttg tagttgaagt tgttgataag tactttgatt gttacgatgg</w:t>
      </w:r>
    </w:p>
    <w:p w14:paraId="5CB5BAB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tggctgtatt aatgctaacc aagtcatcgt caacaaccta gacaaatcag ctggttttcc</w:t>
      </w:r>
    </w:p>
    <w:p w14:paraId="42C8FA4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atttaataaa tggggtaagg ctagacttta ttatgattca atgagttatg aggatcaaga</w:t>
      </w:r>
    </w:p>
    <w:p w14:paraId="3335B8E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tgcacttttc gcatatacaa aacgtaatgt catccctact ataactcaaa tgaatcttaa</w:t>
      </w:r>
    </w:p>
    <w:p w14:paraId="2F024FB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gtatgccatt agtgcaaaga atagagctcg caccgtagct ggtgtctcta tctgtagtac</w:t>
      </w:r>
    </w:p>
    <w:p w14:paraId="06B9710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tatgaccaat agacagtttc atcaaaaatt attgaaatca atagccgcca ctagaggagc</w:t>
      </w:r>
    </w:p>
    <w:p w14:paraId="133301C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tactgtagta attggaacaa gcaaattcta tggtggttgg cacaatatgt taaaaactgt</w:t>
      </w:r>
    </w:p>
    <w:p w14:paraId="26D8D58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ttatagtgat gtagaaaacc ctcaccttat gggttgggat tatcctaaat gtgatagagc</w:t>
      </w:r>
    </w:p>
    <w:p w14:paraId="6784CE3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catgcctaac atgcttagaa ttatggcctc acttgttctt gctcgcaaac atacaacgtg</w:t>
      </w:r>
    </w:p>
    <w:p w14:paraId="6CE8384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ttgtagcttg tcacaccgtt tctatagatt agctaatgag tgtgctcaag tattgagtga</w:t>
      </w:r>
    </w:p>
    <w:p w14:paraId="23C4A26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aatggtcatg tgtggcggtt cactatatgt taaaccaggt ggaacctcat caggagatgc</w:t>
      </w:r>
    </w:p>
    <w:p w14:paraId="4997781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cacaactgct tatgctaata gtgtttttaa catttgtcaa gctgtcacgg ccaatgttaa</w:t>
      </w:r>
    </w:p>
    <w:p w14:paraId="52E65A4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tgcactttta tctactgatg gtaacaaaat tgccgataag tatgtccgca atttacaaca</w:t>
      </w:r>
    </w:p>
    <w:p w14:paraId="6A2131E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cagactttat gagtgtctct atagaaatag agatgttgac acagactttg tgaatgagtt</w:t>
      </w:r>
    </w:p>
    <w:p w14:paraId="1685216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ttacgcatat ttgcgtaaac atttctcaat gatgatactc tctgacgatg ctgttgtgtg</w:t>
      </w:r>
    </w:p>
    <w:p w14:paraId="0C5FFB4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tttcaatagc acttatgcat ctcaaggtct agtggctagc ataaagaact ttaagtcagt</w:t>
      </w:r>
    </w:p>
    <w:p w14:paraId="5937EB3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tctttattat caaaacaatg tttttatgtc tgaagcaaaa tgttggactg agactgacct</w:t>
      </w:r>
    </w:p>
    <w:p w14:paraId="5146C88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tactaaagga cctcatgaat tttgctctca acatacaatg ctagttaaac agggtgatga</w:t>
      </w:r>
    </w:p>
    <w:p w14:paraId="238814C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ttatgtgtac cttccttacc cagatccatc aagaatccta ggggccggct gttttgtaga</w:t>
      </w:r>
    </w:p>
    <w:p w14:paraId="3691C41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tgatatcgta aaaacagatg gtacacttat gattgaacgg ttcgtgtctt tagctataga</w:t>
      </w:r>
    </w:p>
    <w:p w14:paraId="111BE61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tgcttaccca cttactaaac atcctaatca ggagtatgct gatgtctttc atttgtactt</w:t>
      </w:r>
    </w:p>
    <w:p w14:paraId="7655F9D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acaatacata agaaagctac atgatgagtt aacaggacac atgttagaca tgtattctgt</w:t>
      </w:r>
    </w:p>
    <w:p w14:paraId="5B5F450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tatgcttact aatgataaca cttcaaggta ttgggaacct gagttttatg aggctatgta</w:t>
      </w:r>
    </w:p>
    <w:p w14:paraId="70E85B7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cacaccgcat acagtcttac aggctgttgg ggcttgtgtt ctttgcaatt cacagacttc</w:t>
      </w:r>
    </w:p>
    <w:p w14:paraId="1D0A8F7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attaagatgt ggtgcttgca tacgtagacc attcttatgt tgtaaatgct gttacgacca</w:t>
      </w:r>
    </w:p>
    <w:p w14:paraId="392FC0E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tgtcatatca acatcacata aattagtctt gtctgttaat ccgtatgttt gcaatgctcc</w:t>
      </w:r>
    </w:p>
    <w:p w14:paraId="7807EF2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aggttgtgat gtcacagatg tgactcaact ttacttagga ggtatgagct attattgtaa</w:t>
      </w:r>
    </w:p>
    <w:p w14:paraId="636E7C7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atcacataaa ccacccatta gttttccatt gtgtgctaat ggacaagttt ttggtttata</w:t>
      </w:r>
    </w:p>
    <w:p w14:paraId="20A9BE3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taaaaataca tgtgttggta gcgataatgt tactgacttt aatgcaattg caacatgtga</w:t>
      </w:r>
    </w:p>
    <w:p w14:paraId="2AF32DC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ctggacaaat gctggtgatt acattttagc taacacctgt actgaaagac tcaagctttt</w:t>
      </w:r>
    </w:p>
    <w:p w14:paraId="4E30176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tgcagcagaa acgctcaaag ctactgagga gacatttaaa ctgtcttatg gtattgctac</w:t>
      </w:r>
    </w:p>
    <w:p w14:paraId="25FF1B7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tgtacgtgaa gtgctgtctg acagagaatt acatctttca tgggaagttg gtaaacctag</w:t>
      </w:r>
    </w:p>
    <w:p w14:paraId="46CD9BE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accaccactt aaccgaaatt atgtctttac tggttatcgt gtaactaaaa acagtaaagt</w:t>
      </w:r>
    </w:p>
    <w:p w14:paraId="58E256B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acaaatagga gagtacacct ttgaaaaagg tgactatggt gatgctgttg tttaccgagg</w:t>
      </w:r>
    </w:p>
    <w:p w14:paraId="7E26737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tacaacaact tacaaattaa atgttggtga ttattttgtg ctgacatcac atacagtaat</w:t>
      </w:r>
    </w:p>
    <w:p w14:paraId="242972A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gccattaagt gcacctacac tagtgccaca agagcactat gttagaatta ctggcttata</w:t>
      </w:r>
    </w:p>
    <w:p w14:paraId="65204E6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cccaacactc aatatctcag atgagttttc tagcaatgtt gcaaattatc aaaaggttgg</w:t>
      </w:r>
    </w:p>
    <w:p w14:paraId="236CA82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tatgcaaaag tattctacac tccagggacc acctggtact ggtaagagtc attttgctat</w:t>
      </w:r>
    </w:p>
    <w:p w14:paraId="1A7C894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tggcctagct ctctactacc cttctgctcg catagtgtat acagcttgct ctcatgccgc</w:t>
      </w:r>
    </w:p>
    <w:p w14:paraId="36AA8AA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tgttgatgca ctatgtgaga aggcattaaa atatttgcct atagataaat gtagtagaat</w:t>
      </w:r>
    </w:p>
    <w:p w14:paraId="4797300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tatacctgca cgtgctcgtg tagagtgttt tgataaattc aaagtgaatt caacattaga</w:t>
      </w:r>
    </w:p>
    <w:p w14:paraId="0E19FE7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acagtatgtc ttttgtactg taaatgcatt gcctgagacg acagcagata tagttgtctt</w:t>
      </w:r>
    </w:p>
    <w:p w14:paraId="1644F6F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tgatgaaatt tcaatggcca caaattatga tttgagtgtt gtcaatgcca gattacgtgc</w:t>
      </w:r>
    </w:p>
    <w:p w14:paraId="6EC3881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taagcactat gtgtacattg gcgaccctgc tcaattacct gcaccacgca cattgctaac</w:t>
      </w:r>
    </w:p>
    <w:p w14:paraId="5E47FDA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taagggcaca ctagaaccag aatatttcaa ttcagtgtgt agacttatga aaactatagg</w:t>
      </w:r>
    </w:p>
    <w:p w14:paraId="0ADB6EF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tccagacatg ttcctcggaa cttgtcggcg ttgtcctgct gaaattgttg acactgtgag</w:t>
      </w:r>
    </w:p>
    <w:p w14:paraId="1F3C345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tgctttggtt tatgataata agcttaaagc acataaagac aaatcagctc aatgctttaa</w:t>
      </w:r>
    </w:p>
    <w:p w14:paraId="63B10C8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aatgttttat aagggtgtta tcacgcatga tgtttcatct gcaattaaca ggccacaaat</w:t>
      </w:r>
    </w:p>
    <w:p w14:paraId="1A3A7AD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aggcgtggta agagaattcc ttacacgtaa ccctgcttgg agaaaagctg tctttatttc</w:t>
      </w:r>
    </w:p>
    <w:p w14:paraId="5087AE9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accttataat tcacagaatg ctgtagcctc aaagattttg ggactaccaa ctcaaactgt</w:t>
      </w:r>
    </w:p>
    <w:p w14:paraId="00410BC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tgattcatca cagggctcag aatatgacta tgtcatattc actcaaacca ctgaaacagc</w:t>
      </w:r>
    </w:p>
    <w:p w14:paraId="5A6DAAF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tcactcttgt aatgtaaaca gatttaatgt tgctattacc agagcaaaag taggcatact</w:t>
      </w:r>
    </w:p>
    <w:p w14:paraId="3C45494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ttgcataatg tctgatagag acctttatga caagttgcaa tttacaagtc ttgaaattcc</w:t>
      </w:r>
    </w:p>
    <w:p w14:paraId="49193F2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acgtaggaat gtggcaactt tacaagctga aaatgtaaca ggactcttta aagattgtag</w:t>
      </w:r>
    </w:p>
    <w:p w14:paraId="68996A0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taaggtaatc actgggttac atcctacaca ggcacctaca cacctcagtg ttgacactaa</w:t>
      </w:r>
    </w:p>
    <w:p w14:paraId="60856FB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attcaaaact gaaggtttat gtgttgacgt acctggcata cctaaggaca tgacctatag</w:t>
      </w:r>
    </w:p>
    <w:p w14:paraId="7A1BFC9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aagactcatc tctatgatgg gttttaaaat gaattatcaa gttaatggtt accctaacat</w:t>
      </w:r>
    </w:p>
    <w:p w14:paraId="1EB6651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gtttatcacc cgcgaagaag ctataagaca tgtacgtgca tggattggct tcgatgtcga</w:t>
      </w:r>
    </w:p>
    <w:p w14:paraId="5651897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ggggtgtcat gctactagag aagctgttgg taccaattta cctttacagc taggtttttc</w:t>
      </w:r>
    </w:p>
    <w:p w14:paraId="111346B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tacaggtgtt aacctagttg ctgtacctac aggttatgtt gatacaccta ataatacaga</w:t>
      </w:r>
    </w:p>
    <w:p w14:paraId="2B8D967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tttttccaga gttagtgcta aaccaccgcc tggagatcaa tttaaacacc tcataccact</w:t>
      </w:r>
    </w:p>
    <w:p w14:paraId="71D1B92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tatgtacaaa ggacttcctt ggaatgtagt gcgtataaag attgtacaaa tgttaagtga</w:t>
      </w:r>
    </w:p>
    <w:p w14:paraId="15B9054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cacacttaaa aatctctctg acagagtcgt atttgtctta tgggcacatg gctttgagtt</w:t>
      </w:r>
    </w:p>
    <w:p w14:paraId="760C553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gacatctatg aagtattttg tgaaaatagg acctgagcgc acctgttgtc tatgtgatag</w:t>
      </w:r>
    </w:p>
    <w:p w14:paraId="522E632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acgtgccaca tgcttttcca ctgcttcaga cacttatgcc tgttggcatc attctattgg</w:t>
      </w:r>
    </w:p>
    <w:p w14:paraId="589E4A9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atttgattac gtctataatc cgtttatgat tgatgttcaa caatggggtt ttacaggtaa</w:t>
      </w:r>
    </w:p>
    <w:p w14:paraId="4BA0A65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cctacaaagc aaccatgatc tgtattgtca agtccatggt aatgcacatg tagctagttg</w:t>
      </w:r>
    </w:p>
    <w:p w14:paraId="6D1A8B3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tgatgcaatc atgactaggt gtctagctgt ccacgagtgc tttgttaagc gtgttgactg</w:t>
      </w:r>
    </w:p>
    <w:p w14:paraId="2E5B592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gactattgaa tatcctataa ttggtgatga actgaagatt aatgcggctt gtagaaaggt</w:t>
      </w:r>
    </w:p>
    <w:p w14:paraId="0178126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tcaacacatg gttgttaaag ctgcattatt agcagacaaa ttcccagttc ttcacgacat</w:t>
      </w:r>
    </w:p>
    <w:p w14:paraId="766695B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tggtaaccct aaagctatta agtgtgtacc tcaagctgat gtagaatgga agttctatga</w:t>
      </w:r>
    </w:p>
    <w:p w14:paraId="588B66D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tgcacagcct tgtagtgaca aagcttataa aatagaagaa ttattctatt cttatgccac</w:t>
      </w:r>
    </w:p>
    <w:p w14:paraId="76F4991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acattctgac aaattcacag atggtgtatg cctattttgg aattgcaatg tcgatagata</w:t>
      </w:r>
    </w:p>
    <w:p w14:paraId="20A1416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tcctgctaat tccattgttt gtagatttga cactagagtg ctatctaacc ttaacttgcc</w:t>
      </w:r>
    </w:p>
    <w:p w14:paraId="6555C0D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tggttgtgat ggtggcagtt tgtatgtaaa taaacatgca ttccacacac cagcttttga</w:t>
      </w:r>
    </w:p>
    <w:p w14:paraId="25D3BE1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taaaagtgct tttgttaatt taaaacaatt accatttttc tattactctg acagtccatg</w:t>
      </w:r>
    </w:p>
    <w:p w14:paraId="473044D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tgagtctcat ggaaaacaag tagtgtcaga tatagattat gtaccactaa agtctgctac</w:t>
      </w:r>
    </w:p>
    <w:p w14:paraId="21CE70D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gtgtataaca cgttgcaatt taggtggtgc tgtctgtaga catcatgcta atgagtacag</w:t>
      </w:r>
    </w:p>
    <w:p w14:paraId="07CC5F9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attgtatctc gatgcttata acatgatgat ctcagctggc tttagcttgt gggtttacaa</w:t>
      </w:r>
    </w:p>
    <w:p w14:paraId="467C227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acaatttgat acttataacc tctggaacac ttttacaaga cttcagagtt tagaaaatgt</w:t>
      </w:r>
    </w:p>
    <w:p w14:paraId="2343C7D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ggcttttaat gttgtaaata agggacactt tgatggacaa cagggtgaag taccagtttc</w:t>
      </w:r>
    </w:p>
    <w:p w14:paraId="7A563FF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tatcattaat aacactgttt acacaaaagt tgatggtgtt gatgtagaat tgtttgaaaa</w:t>
      </w:r>
    </w:p>
    <w:p w14:paraId="59E013A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taaaacaaca ttacctgtta atgtagcatt tgagctttgg gctaagcgca acattaaacc</w:t>
      </w:r>
    </w:p>
    <w:p w14:paraId="045E1D4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agtaccagag gtgaaaatac tcaataattt gggtgtggac attgctgcta atactgtgat</w:t>
      </w:r>
    </w:p>
    <w:p w14:paraId="2995BDB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ctgggactac aaaagagatg ctccagcaca tatatctact attggtgttt gttctatgac</w:t>
      </w:r>
    </w:p>
    <w:p w14:paraId="709C645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tgacatagcc aagaaaccaa ctgaaacgat ttgtgcacca ctcactgtct tttttgatgg</w:t>
      </w:r>
    </w:p>
    <w:p w14:paraId="3AC2E47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tagagttgat ggtcaagtag acttatttag aaatgcccgt aatggtgttc ttattacaga</w:t>
      </w:r>
    </w:p>
    <w:p w14:paraId="61C3177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aggtagtgtt aaaggtttac aaccatctgt aggtcccaaa caagctagtc ttaatggagt</w:t>
      </w:r>
    </w:p>
    <w:p w14:paraId="146854E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cacattaatt ggagaagccg taaaaacaca gttcaattat tataagaaag ttgatggtgt</w:t>
      </w:r>
    </w:p>
    <w:p w14:paraId="018EC50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tgtccaacaa ttacctgaaa cttactttac tcagagtaga aatttacaag aatttaaacc</w:t>
      </w:r>
    </w:p>
    <w:p w14:paraId="5D28F7C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caggagtcaa atggaaattg atttcttaga attagctatg gatgaattca ttgaacggta</w:t>
      </w:r>
    </w:p>
    <w:p w14:paraId="07B6788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taaattagaa ggctatgcct tcgaacatat cgtttatgga gattttagtc atagtcagtt</w:t>
      </w:r>
    </w:p>
    <w:p w14:paraId="7E3A427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aggtggttta catctactga ttggactagc taaacgtttt aaggaatcac cttttgaatt</w:t>
      </w:r>
    </w:p>
    <w:p w14:paraId="1C15636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agaagatttt attcctatgg acagtacagt taaaaactat ttcataacag atgcgcaaac</w:t>
      </w:r>
    </w:p>
    <w:p w14:paraId="7B93C7B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aggttcatct aagtgtgtgt gttctgttat tgatttatta cttgatgatt ttgttgaaat</w:t>
      </w:r>
    </w:p>
    <w:p w14:paraId="6F620BD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aataaaatcc caagatttat ctgtagtttc taaggttgtc aaagtgacta ttgactatac</w:t>
      </w:r>
    </w:p>
    <w:p w14:paraId="1F6C952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agaaatttca tttatgcttt ggtgtaaaga tggccatgta gaaacatttt acccaaaatt</w:t>
      </w:r>
    </w:p>
    <w:p w14:paraId="23A33B4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acaatctagt caagcgtggc aaccgggtgt tgctatgcct aatctttaca aaatgcaaag</w:t>
      </w:r>
    </w:p>
    <w:p w14:paraId="4827116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aatgctatta gaaaagtgtg accttcaaaa ttatggtgat agtgcaacat tacctaaagg</w:t>
      </w:r>
    </w:p>
    <w:p w14:paraId="1DD27B4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cataatgatg aatgtcgcaa aatatactca actgtgtcaa tatttaaaca cattaacatt</w:t>
      </w:r>
    </w:p>
    <w:p w14:paraId="2ECF04E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agctgtaccc tataatatga gagttataca ttttggtgct ggttctgata aaggagttgc</w:t>
      </w:r>
    </w:p>
    <w:p w14:paraId="56FB72F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accaggtaca gctgttttaa gacagtggtt gcctacgggt acgctgcttg tcgattcaga</w:t>
      </w:r>
    </w:p>
    <w:p w14:paraId="077693A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tcttaatgac tttgtctctg atgcagattc aactttgatt ggtgactgtg caactgtaca</w:t>
      </w:r>
    </w:p>
    <w:p w14:paraId="6B0A1A7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tacagctaat aaatgggatc tcattattag tgatatgtac gaccctaaga ctaaaaatgt</w:t>
      </w:r>
    </w:p>
    <w:p w14:paraId="7DA55F8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tacaaaagaa aatgactcta aagagggttt tttcacttac atttgtgggt ttatacaaca</w:t>
      </w:r>
    </w:p>
    <w:p w14:paraId="4C4EAF4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aaagctagct cttggaggtt ccgtggctat aaagataaca gaacattctt ggaatgctga</w:t>
      </w:r>
    </w:p>
    <w:p w14:paraId="01A6628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tctttataag ctcatgggac acttcgcatg gtggacagcc tttgttacta atgtgaatgc</w:t>
      </w:r>
    </w:p>
    <w:p w14:paraId="671D951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gtcatcatct gaagcatttt taattggatg taattatctt ggcaaaccac gcgaacaaat</w:t>
      </w:r>
    </w:p>
    <w:p w14:paraId="74ECEC2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agatggttat gtcatgcatg caaattacat attttggagg aatacaaatc caattcagtt</w:t>
      </w:r>
    </w:p>
    <w:p w14:paraId="402D130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gtcttcctat tctttatttg acatgagtaa atttcccctt aaattaaggg gtactgctgt</w:t>
      </w:r>
    </w:p>
    <w:p w14:paraId="1C3EB7B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tatgtcttta aaagaaggtc aaatcaatga tatgatttta tctcttctta gtaaaggtag</w:t>
      </w:r>
    </w:p>
    <w:p w14:paraId="2D1A198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acttataatt agagaaaaca acagagttgt tatttctagt gatgttcttg ttaacaacta</w:t>
      </w:r>
    </w:p>
    <w:p w14:paraId="5D533A0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aacgaacaat gtttgttttt cttgttttat tgccactagt ctctagtcag tgtgttaatc</w:t>
      </w:r>
    </w:p>
    <w:p w14:paraId="5CE5BF0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ttacaaccag aactcaatta ccccctgcat acactaattc tttcacacgt ggtgtttatt</w:t>
      </w:r>
    </w:p>
    <w:p w14:paraId="74DF9C3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accctgacaa agttttcaga tcctcagttt tacattcaac tcaggacttg ttcttacctt</w:t>
      </w:r>
    </w:p>
    <w:p w14:paraId="41787D7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tcttttccaa tgttacttgg ttccatgtta tctctgggac caatggtact aagaggtttg</w:t>
      </w:r>
    </w:p>
    <w:p w14:paraId="4671FA6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ataaccctgt cctaccattt aatgatggtg tttattttgc ttccattgag aagtctaaca</w:t>
      </w:r>
    </w:p>
    <w:p w14:paraId="1D9FEF6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taataagagg ctggattttt ggtactactt tagattcgaa gacccagtcc ctacttattg</w:t>
      </w:r>
    </w:p>
    <w:p w14:paraId="1BB0F04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ttaataacgc tactaatgtt gttattaaag tctgtgaatt tcaattttgt aatgatccat</w:t>
      </w:r>
    </w:p>
    <w:p w14:paraId="6DFFB3A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ttttggacca caaaaacaac aaaagttgga tggaaagtga gttcagagtt tattctagtg</w:t>
      </w:r>
    </w:p>
    <w:p w14:paraId="059C0D4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cgaataattg cacttttgaa tatgtctctc agccttttct tatggacctt gaaggaaaac</w:t>
      </w:r>
    </w:p>
    <w:p w14:paraId="4EB5F6C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agggtaattt caaaaatctt agggaatttg tgtttaagaa tattgatggt tattttaaaa</w:t>
      </w:r>
    </w:p>
    <w:p w14:paraId="35C9A4B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tatattctaa gcacacgcct attatagtgc gtgagccaga agatctccct cagggttttt</w:t>
      </w:r>
    </w:p>
    <w:p w14:paraId="13C0A13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cggctttaga accattggta gatttgccaa taggtattaa catcactagg tttcaaactt</w:t>
      </w:r>
    </w:p>
    <w:p w14:paraId="5FF5F00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tacttgcttt acatagaagt tatttgactc ctggtgattc ttcttcaggt tggacagctg</w:t>
      </w:r>
    </w:p>
    <w:p w14:paraId="7905509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gtgctgcagc ttattatgtg ggttatcttc aacctaggac ttttctatta aaatataatg</w:t>
      </w:r>
    </w:p>
    <w:p w14:paraId="5BF0D4B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aaaatggaac cattacagat gctgtagact gtgcacttga ccctctctca gaaacaaagt</w:t>
      </w:r>
    </w:p>
    <w:p w14:paraId="411C7A9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gtacgttgaa atccttcact gtagaaaaag gaatctatca aacttctaac tttagagtcc</w:t>
      </w:r>
    </w:p>
    <w:p w14:paraId="7C98E3F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aaccaacaga atctattgtt agatttccta atattacaaa cttgtgccct tttgatgaag</w:t>
      </w:r>
    </w:p>
    <w:p w14:paraId="106DD85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tttttaacgc caccagattt gcatctgttt atgcttggaa caggaagaga atcagcaact</w:t>
      </w:r>
    </w:p>
    <w:p w14:paraId="61114D3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gtgttgctga ttattctgtc ctatataatc tcgcaccatt ttccactttt aagtgttatg</w:t>
      </w:r>
    </w:p>
    <w:p w14:paraId="6FCBCEA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gagtgtctcc tactaaatta aatgatctct gctttactaa tgtctatgca gattcatttg</w:t>
      </w:r>
    </w:p>
    <w:p w14:paraId="78C3EC2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taattagagg tgatgaagtc agacaaatcg ctccagggca aactggaaat attgctgatt</w:t>
      </w:r>
    </w:p>
    <w:p w14:paraId="0F478E6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ataattataa attaccagat gattttacag gctgcgttat agcttggaat tctaacaagc</w:t>
      </w:r>
    </w:p>
    <w:p w14:paraId="472DDC9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ttgattctaa ggttagtggt aattataatt acctgtatag attgtttagg aagtctaatc</w:t>
      </w:r>
    </w:p>
    <w:p w14:paraId="4574F71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tcaaaccttt tgagagagat atttcaactg aaatctatca ggccggtaac aaaccttgta</w:t>
      </w:r>
    </w:p>
    <w:p w14:paraId="3337B32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atggtgttgc aggttttaat tgttactttc ctttacgatc atatagtttc cgacccactt</w:t>
      </w:r>
    </w:p>
    <w:p w14:paraId="7ADFABF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atggtgttgg tcaccaacca tacagagtag tagtactttc ttttgaactt ctacatgcac</w:t>
      </w:r>
    </w:p>
    <w:p w14:paraId="71D403C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cagcaactgt ttgtggacct aaaaagtcta ctaatttggt taaaaacaaa tgtgtcaatt</w:t>
      </w:r>
    </w:p>
    <w:p w14:paraId="6DA2EC2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tcaacttcaa tggtttaaaa ggcacaggtg ttcttactga gtctaacaaa aagtttctgc</w:t>
      </w:r>
    </w:p>
    <w:p w14:paraId="1E4A407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ctttccaaca atttggcaga gacattgctg acactactga tgctgtccgt gatccacaga</w:t>
      </w:r>
    </w:p>
    <w:p w14:paraId="2197631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cacttgagat tcttgacatt acaccatgtt cttttggtgg tgtcagtgtt ataacaccag</w:t>
      </w:r>
    </w:p>
    <w:p w14:paraId="47C1C8C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gaacaaatac ttctaaccag gttgctgttc tttatcaggg tgttaactgc acagaagtcc</w:t>
      </w:r>
    </w:p>
    <w:p w14:paraId="7040E03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ctgttgctat tcatgcagat caacttactc ctacttggcg tgtttattct acaggttcta</w:t>
      </w:r>
    </w:p>
    <w:p w14:paraId="03E7BC3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atgtttttca aacacgtgca ggctgtttaa taggggctga atatgtcaac aactcatatg</w:t>
      </w:r>
    </w:p>
    <w:p w14:paraId="6C2B351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agtgtgacat acccattggt gcaggtatat gcgctagtta tcagactcag actaagtctc</w:t>
      </w:r>
    </w:p>
    <w:p w14:paraId="50A14B7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atcggcgggc acgtagtgta gctagtcaat ccatcattgc ctacactatg tcacttggtg</w:t>
      </w:r>
    </w:p>
    <w:p w14:paraId="56D7E0A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cagaaaattc agttgcttac tctaataact ctattgccat acccacaaat tttactatta</w:t>
      </w:r>
    </w:p>
    <w:p w14:paraId="32D14B4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gtgttaccac agaaattcta ccagtgtcta tgaccaagac atcagtagat tgtacaatgt</w:t>
      </w:r>
    </w:p>
    <w:p w14:paraId="2241542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acatttgtgg tgattcaact gaatgcagca atcttttgtt gcaatatggc agtttttgta</w:t>
      </w:r>
    </w:p>
    <w:p w14:paraId="3F4758C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cacaattaaa acgtgcttta actggaatag ctgttgaaca agacaaaaac acccaagaag</w:t>
      </w:r>
    </w:p>
    <w:p w14:paraId="2F26A67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tttttgcaca agtcaaacaa atttacaaaa caccaccaat taaatatttt ggtggtttta</w:t>
      </w:r>
    </w:p>
    <w:p w14:paraId="78CDC01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atttttcaca aatattacca gatccatcaa aaccaagcaa gaggtcattt attgaagatc</w:t>
      </w:r>
    </w:p>
    <w:p w14:paraId="084FBC9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tacttttcaa caaagtgaca cttgcagatg ctggcttcat caaacaatat ggtgattgcc</w:t>
      </w:r>
    </w:p>
    <w:p w14:paraId="76023B7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ttggtgatat tgctgctaga gacctcattt gtgcacaaaa gtttaaaggc cttactgttt</w:t>
      </w:r>
    </w:p>
    <w:p w14:paraId="4EB09C9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tgccaccttt gctcacagat gaaatgattg ctcaatacac ttctgcactg ttagcgggta</w:t>
      </w:r>
    </w:p>
    <w:p w14:paraId="68756FC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caatcacttc tggttggacc tttggtgcag gtgctgcatt acaaatacca tttgctatgc</w:t>
      </w:r>
    </w:p>
    <w:p w14:paraId="7C4E145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aaatggctta taggtttaat ggtattggag ttacacagaa tgttctctat gagaaccaaa</w:t>
      </w:r>
    </w:p>
    <w:p w14:paraId="5A6F086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aattgattgc caaccaattt aatagtgcta ttggcaaaat tcaagactca ctttcttcca</w:t>
      </w:r>
    </w:p>
    <w:p w14:paraId="70A307B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cagcaagtgc acttggaaaa cttcaagatg tggtcaacca taatgcacaa gctttaaaca</w:t>
      </w:r>
    </w:p>
    <w:p w14:paraId="396B508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cgcttgttaa acaacttagc tccaaatttg gtgcaatttc aagtgtttta aatgatatct</w:t>
      </w:r>
    </w:p>
    <w:p w14:paraId="64FCC6C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tttcacgtct tgacaaagtt gaggctgaag tgcaaattga taggttgatc acaggcagac</w:t>
      </w:r>
    </w:p>
    <w:p w14:paraId="5062663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ttcaaagttt gcagacatat gtgactcaac aattaattag agctgcagaa atcagagctt</w:t>
      </w:r>
    </w:p>
    <w:p w14:paraId="69F7D5A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ctgctaatct tgctgctact aaaatgtcag agtgtgtact tggacaatca aaaagagttg</w:t>
      </w:r>
    </w:p>
    <w:p w14:paraId="63CC055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atttttgtgg aaagggctat catcttatgt ccttccctca gtcagcacct catggtgtag</w:t>
      </w:r>
    </w:p>
    <w:p w14:paraId="24F5B1C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tcttcttgca tgtgacttat gtccctgcac aagaaaagaa cttcacaact gctcctgcca</w:t>
      </w:r>
    </w:p>
    <w:p w14:paraId="00B0CFB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tttgtcatga tggaaaagca cactttcctc gtgaaggtgt ctttgtttca aatggcacac</w:t>
      </w:r>
    </w:p>
    <w:p w14:paraId="1A1E805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actggtttgt aacacaaagg aatttttatg aaccacaaat cattactaca gacaacacat</w:t>
      </w:r>
    </w:p>
    <w:p w14:paraId="1F2D8A8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ttgtgtctgg taactgtgat gttgtaatag gaattgtcaa caacacagtt tatgatcctt</w:t>
      </w:r>
    </w:p>
    <w:p w14:paraId="31283FF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tgcaacctga attagattca ttcaaggagg agttagataa atattttaag aatcatacat</w:t>
      </w:r>
    </w:p>
    <w:p w14:paraId="702B8E0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caccagatgt tgatttaggt gacatctctg gcattaatgc ttcagttgta aacattcaaa</w:t>
      </w:r>
    </w:p>
    <w:p w14:paraId="51F5C00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aagaaattga ccgcctcaat gaggttgcca agaatttaaa tgaatctctc atcgatctcc</w:t>
      </w:r>
    </w:p>
    <w:p w14:paraId="5BD4EEC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aagaacttgg aaagtatgag cagtatataa aatggccatg gtacatttgg ctaggtttta</w:t>
      </w:r>
    </w:p>
    <w:p w14:paraId="12D8925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tagctggctt gattgccata gtaatggtga caattatgct ttgctgtatg accagttgct</w:t>
      </w:r>
    </w:p>
    <w:p w14:paraId="19731C3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gtagttgtct caagggctgt tgttcttgtg gatcctgctg caaatttgat gaagacgact</w:t>
      </w:r>
    </w:p>
    <w:p w14:paraId="700DAF6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ctgagccagt gctcaaagga gtcaaattac attacacata aacgaactta tggatttgtt</w:t>
      </w:r>
    </w:p>
    <w:p w14:paraId="580E412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tatgagaatc ttcacaattg gaactgtaac tttgaagcaa ggtgaaatca aggatgctac</w:t>
      </w:r>
    </w:p>
    <w:p w14:paraId="35E66D6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tccttcagat tttgttcgcg ctactgcaac gataccgata caagcctcac tccctttcgg</w:t>
      </w:r>
    </w:p>
    <w:p w14:paraId="6400DCE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atggcttatt gttggcgttg cacttcttgc tgtttttcag agcgcttcca aaatcataac</w:t>
      </w:r>
    </w:p>
    <w:p w14:paraId="1026FF0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tctcaaaaag agatggcaac tagcactctc caagggtgtt cactttgttt gcaacttgct</w:t>
      </w:r>
    </w:p>
    <w:p w14:paraId="431388F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gttgttgttt gtaacagttt actcacacct tttgctcgtt gctgctggcc ttgaagcccc</w:t>
      </w:r>
    </w:p>
    <w:p w14:paraId="5F7A2D2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ttttttctat ctttatgctt tagtctactt cttgcagagt ataaactttg taagaataat</w:t>
      </w:r>
    </w:p>
    <w:p w14:paraId="6D22ADD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aatgaggctt tggctttgct ggaaatgccg ttccaaaaac ccattacttt atgatgccaa</w:t>
      </w:r>
    </w:p>
    <w:p w14:paraId="66751E2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ctattttctt tgctggcata ctaattgtta cgactattgt ataccttaca atagtgtaac</w:t>
      </w:r>
    </w:p>
    <w:p w14:paraId="3612856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ttcttcaatt gtcattactt caggtgatgg cacaacaagt cctatttctg aacatgacta</w:t>
      </w:r>
    </w:p>
    <w:p w14:paraId="7F95767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ccagattggt ggttatactg aaaaatggga atctggagta aaagactgtg ttgtattaca</w:t>
      </w:r>
    </w:p>
    <w:p w14:paraId="23EECB9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cagttacttc acttcagact attaccagct gtactcaact caattgagta cagacactgg</w:t>
      </w:r>
    </w:p>
    <w:p w14:paraId="1B04116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tgttgaacat gttaccttct tcatctacaa taaaattgtt gatgagcctg aagaacatgt</w:t>
      </w:r>
    </w:p>
    <w:p w14:paraId="061D72B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ccaaattcac acaatcgacg gttcatccgg agttgttaat ccagtaatgg aaccaattta</w:t>
      </w:r>
    </w:p>
    <w:p w14:paraId="32C5BFF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tgatgaaccg acgacgacta ctagcgtgcc tttgtaagca caagctgatg agtacgaact</w:t>
      </w:r>
    </w:p>
    <w:p w14:paraId="6761AA5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tatgtactca ttcgtttcgg aagagatagg tacgttaata gttaatagcg tacttctttt</w:t>
      </w:r>
    </w:p>
    <w:p w14:paraId="28D0960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tcttgctttc gtggtattct tgctagttac actagccatc cttactgcgc ttcgattgtg</w:t>
      </w:r>
    </w:p>
    <w:p w14:paraId="6517B2B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tgcgtactgc tgcaatattg ttaacgtgag tcttgtaaaa ccttcttttt acgtttactc</w:t>
      </w:r>
    </w:p>
    <w:p w14:paraId="593067E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tcgtgttaaa aatctgaatt cttctagagt tcctgatctt ctggtctaaa cgaactaaat</w:t>
      </w:r>
    </w:p>
    <w:p w14:paraId="310EFD0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attatattag tttttctgtt tggaacttta attttagcca tggcaggttc caacggtact</w:t>
      </w:r>
    </w:p>
    <w:p w14:paraId="270EF0C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attaccgttg aagagcttaa aaagctcctt gaagaatgga acctagtaat aggtttccta</w:t>
      </w:r>
    </w:p>
    <w:p w14:paraId="033700D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ttccttacat ggatttgtct tctacaattt gcctatgcca acaggaatag gtttttgtat</w:t>
      </w:r>
    </w:p>
    <w:p w14:paraId="7027308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ataattaagt taattttcct ctggctgtta tggccagtaa ctttaacttg ttttgtgctt</w:t>
      </w:r>
    </w:p>
    <w:p w14:paraId="2A7EC79A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gctgctgttt acagaataaa ttggatcacc ggtggaattg ctatcgcaat ggcttgtctt</w:t>
      </w:r>
    </w:p>
    <w:p w14:paraId="5CBC2DD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gtaggcttga tgtggctcag ctacttcatt gcttctttca gactgtttgc gcgtacgcgt</w:t>
      </w:r>
    </w:p>
    <w:p w14:paraId="3A379B9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tccatgtggt cattcaatcc agaaactaac attcttctca acgtgccact ccatggcact</w:t>
      </w:r>
    </w:p>
    <w:p w14:paraId="025823A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attctgacca gaccgcttct agaaagtgaa ctcgtaatcg gagctgtgat ccttcgtgga</w:t>
      </w:r>
    </w:p>
    <w:p w14:paraId="0A5CA1E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catcttcgta ttgctggaca ccatctagga cgctgtgaca tcaaggacct gcctaaagaa</w:t>
      </w:r>
    </w:p>
    <w:p w14:paraId="1EBCB5E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atcactgttg ctacatcacg aacgctttct tattacaaat tgggagcttc gcagcgtgta</w:t>
      </w:r>
    </w:p>
    <w:p w14:paraId="489C11B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gcaggtgact caggttttgc tgcatacagt cgctacagga ttggcaacta taaattaaac</w:t>
      </w:r>
    </w:p>
    <w:p w14:paraId="266169A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acagaccatt ccagtagcag tgacaatatt gctttgcttg tacagtaagt gacaacagat</w:t>
      </w:r>
    </w:p>
    <w:p w14:paraId="021EC95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gtttcatctc gttgactttc aggttactat agcagagata ttactaatta ttatgcggac</w:t>
      </w:r>
    </w:p>
    <w:p w14:paraId="721EE5B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ttttaaagtt tccatttgga atcttgatta catcataaac ctcataatta aaaatttatc</w:t>
      </w:r>
    </w:p>
    <w:p w14:paraId="2660B3B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taagtcacta actgagaata aatattctca attagatgaa gagcaaccaa tggagattga</w:t>
      </w:r>
    </w:p>
    <w:p w14:paraId="66DC6B6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ttaaacgaac atgaaaatta ttcttttctt ggcactgata acactcgcta cttgtgagct</w:t>
      </w:r>
    </w:p>
    <w:p w14:paraId="3110E6B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ttatcactac caagagtgtg ttagaggtac aacagtactt ttaaaagaac cttgctcttc</w:t>
      </w:r>
    </w:p>
    <w:p w14:paraId="706F0EC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tggaacatac gagggcaatt caccatttca tcctctagct gataacaaat ttgcactgac</w:t>
      </w:r>
    </w:p>
    <w:p w14:paraId="6F97F45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ttgctttagc actcaatttg cttttgcttg tcctgacggc gtaaaacacg tctatcagtt</w:t>
      </w:r>
    </w:p>
    <w:p w14:paraId="3386739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acgtgccaga tcagtttcac ctaaactgtt catcagacaa gaggaagttc aagaacttta</w:t>
      </w:r>
    </w:p>
    <w:p w14:paraId="480E5A8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ctctccaatt tttcttattg ttgcggcaat agtgtttata acactttgct tcacactcaa</w:t>
      </w:r>
    </w:p>
    <w:p w14:paraId="69B3B69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aagaaagaca gaatgattga actttcatta attgacttct atttgtgctt tttagccttt</w:t>
      </w:r>
    </w:p>
    <w:p w14:paraId="2E71D9D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ctgttattcc ttgttttaat tatgcttatt atcttttggt tctcacttga actgcaagat</w:t>
      </w:r>
    </w:p>
    <w:p w14:paraId="60BECC0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cataatgaaa cttgtcacgc ctaaacgaac atgaaatttc ttgttttctt aggaatcatc</w:t>
      </w:r>
    </w:p>
    <w:p w14:paraId="12A6B20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acaactgtag ctgcatttca ccaagaatgt agtttacagt catgtactca acatcaacca</w:t>
      </w:r>
    </w:p>
    <w:p w14:paraId="20080C2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tatgtagttg atgacccgtg tcctattcac ttctattcta aatggtatat tagagtagga</w:t>
      </w:r>
    </w:p>
    <w:p w14:paraId="6FC6558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gctagaaaat cagcaccttt aattgaattg tgcgtggatg aggctggttc taaatcaccc</w:t>
      </w:r>
    </w:p>
    <w:p w14:paraId="26CC32C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attcagtaca tcgatatcgg taattataca gtttcctgtt taccttttac aattaattgc</w:t>
      </w:r>
    </w:p>
    <w:p w14:paraId="02C5A7A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caggaaccta aattgggtag tcttgtagtg cgttgttcgt tctatgaaga ctttttagag</w:t>
      </w:r>
    </w:p>
    <w:p w14:paraId="73BCBE6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tatcatgacg ttcgtgttgt tttagatttc atctaaacga acaaacttaa atgtctgata</w:t>
      </w:r>
    </w:p>
    <w:p w14:paraId="2AE24DD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atggacccca aaatcagcga aatgcactcc gcattacgtt tggtggaccc tcagattcaa</w:t>
      </w:r>
    </w:p>
    <w:p w14:paraId="46D20834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ctggcagtaa ccagaatggt ggggcgcgat caaaacaacg tcggccccaa ggtttaccca</w:t>
      </w:r>
    </w:p>
    <w:p w14:paraId="0291827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ataatactgc gtcttggttc accgctctca ctcaacatgg caaggaagac cttaaattcc</w:t>
      </w:r>
    </w:p>
    <w:p w14:paraId="2346E55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ctcgaggaca aggcgttcca attaacacca atagcagtcc agatgaccaa attggctact</w:t>
      </w:r>
    </w:p>
    <w:p w14:paraId="71D86FAD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accgaagagc taccagacga attcgtggtg gtgacggtaa aatgaaagat ctcagtccaa</w:t>
      </w:r>
    </w:p>
    <w:p w14:paraId="17413E7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gatggtattt ctactaccta ggaactgggc cagaagctgg acttccctat ggtgctaaca</w:t>
      </w:r>
    </w:p>
    <w:p w14:paraId="3D06A74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aagacggcat catatgggtt gcaactgagg gagccttgaa tacaccaaaa gatcacattg</w:t>
      </w:r>
    </w:p>
    <w:p w14:paraId="434B801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gcacccgcaa tcctgctaac aatgctgcaa tcgtgctaca acttcctcaa ggaacaacat</w:t>
      </w:r>
    </w:p>
    <w:p w14:paraId="427EE361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tgccaaaagg cttctacgca gaagggagca gaggcggcag tcaagcctct tctcgttcct</w:t>
      </w:r>
    </w:p>
    <w:p w14:paraId="18E5C9F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catcacgtag tcgcaacagt tcaagaaatt caactccagg cagcagtaaa cgaacttctc</w:t>
      </w:r>
    </w:p>
    <w:p w14:paraId="4281FEB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ctgctagaat ggctggcaat ggcggtgatg ctgctcttgc tttgctgctg cttgacagat</w:t>
      </w:r>
    </w:p>
    <w:p w14:paraId="10169C1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tgaaccagct tgagagcaaa atgtctggta aaggccaaca acaacaaggc caaactgtca</w:t>
      </w:r>
    </w:p>
    <w:p w14:paraId="4E6EC26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ctaagaaatc tgctgctgag gcttctaaga agcctcggca aaaacgtact gccactaaag</w:t>
      </w:r>
    </w:p>
    <w:p w14:paraId="0A2484B2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catacaatgt aacacaagct ttcggcagac gtggtccaga acaaacccaa ggaaattttg</w:t>
      </w:r>
    </w:p>
    <w:p w14:paraId="360358A3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gggaccagga actaatcaga caaggaactg attacaaaca ttggccgcaa attgcacaat</w:t>
      </w:r>
    </w:p>
    <w:p w14:paraId="396C32FE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ttgcccccag cgcttcagcg ttcttcggaa tgtcgcgcat tggcatggaa gtcacacctt</w:t>
      </w:r>
    </w:p>
    <w:p w14:paraId="06ED0295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cgggaacgtg gttgacctac acaggtgcca tcaaattgga tgacaaaggt ccaaatttca</w:t>
      </w:r>
    </w:p>
    <w:p w14:paraId="4D88CC7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aagatcaagt cattttgctg aataagcata ttgacgcata caaaacattc ccaccaacag</w:t>
      </w:r>
    </w:p>
    <w:p w14:paraId="1418F63B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agcctaaaaa ggacaaaaag aagaaggctg atgaaactca agccttaccg cagagacaga</w:t>
      </w:r>
    </w:p>
    <w:p w14:paraId="1CAAF8B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agaaacagca aactgtgact cttcttcctg ctgcagattt ggatgatttc tccaaacaat</w:t>
      </w:r>
    </w:p>
    <w:p w14:paraId="66148907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tgcaacaatc catgagcagt gctgactcaa ctcaggccta aactcatgca gaccacacaa</w:t>
      </w:r>
    </w:p>
    <w:p w14:paraId="3CD9B7BF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ggcagatggg ctatataaac gttttcgctt ttccgtttac gatatatagt ctactcttgt</w:t>
      </w:r>
    </w:p>
    <w:p w14:paraId="076AEAF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gcagaatgaa ttctcgtaac tacatagcac aagtagatgt agttaacttt aatctcacat</w:t>
      </w:r>
    </w:p>
    <w:p w14:paraId="2BC3B6C8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agcaatcttt aatcagtgtg taacattagg gaggacttga aagagccacc acattttcac</w:t>
      </w:r>
    </w:p>
    <w:p w14:paraId="0E47D5F9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cgaggccacg cggagtacga tcgagtgtac agtgaacaat gctagggaga gctgcctata</w:t>
      </w:r>
    </w:p>
    <w:p w14:paraId="74E87796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tggaagagcc ctaatgtgta aaattaattt tagtagtgct atccccatgt gattttaata</w:t>
      </w:r>
    </w:p>
    <w:p w14:paraId="1540B64C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gcttcttagg agaatgacaa aaaaaaaaaa aaaaaaaaaa aaaa</w:t>
      </w:r>
    </w:p>
    <w:p w14:paraId="6E9E3E60" w14:textId="77777777" w:rsidR="007500E5" w:rsidRPr="007500E5" w:rsidRDefault="007500E5" w:rsidP="007500E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500E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3B73D2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0E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500E5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60A361"/>
  <w15:chartTrackingRefBased/>
  <w15:docId w15:val="{D5E33F25-24E8-AC46-AD63-73DE6648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0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5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00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0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57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10874</Words>
  <Characters>61988</Characters>
  <Application>Microsoft Office Word</Application>
  <DocSecurity>0</DocSecurity>
  <Lines>516</Lines>
  <Paragraphs>145</Paragraphs>
  <ScaleCrop>false</ScaleCrop>
  <Company/>
  <LinksUpToDate>false</LinksUpToDate>
  <CharactersWithSpaces>72717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2023-01-27T10:29:00Z</dcterms:created>
  <dcterms:modified xsi:type="dcterms:W3CDTF">2023-01-27T10:29:00Z</dcterms:modified>
</cp:coreProperties>
</file>